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00B571" w14:textId="43A8A115" w:rsidR="0025496D" w:rsidRPr="00EA569A" w:rsidRDefault="0025496D" w:rsidP="009D131B">
      <w:pPr>
        <w:tabs>
          <w:tab w:val="left" w:pos="360"/>
          <w:tab w:val="right" w:pos="10224"/>
        </w:tabs>
        <w:spacing w:after="0" w:line="240" w:lineRule="auto"/>
        <w:rPr>
          <w:b/>
        </w:rPr>
      </w:pPr>
      <w:r w:rsidRPr="00EA569A">
        <w:rPr>
          <w:b/>
          <w:sz w:val="36"/>
          <w:u w:val="single"/>
        </w:rPr>
        <w:t>Airport Operations Report</w:t>
      </w:r>
      <w:r w:rsidR="002A6B26">
        <w:rPr>
          <w:b/>
          <w:sz w:val="36"/>
        </w:rPr>
        <w:tab/>
      </w:r>
      <w:sdt>
        <w:sdtPr>
          <w:rPr>
            <w:b/>
            <w:sz w:val="24"/>
            <w:szCs w:val="24"/>
          </w:rPr>
          <w:alias w:val="Company"/>
          <w:tag w:val=""/>
          <w:id w:val="6184312"/>
          <w:placeholder>
            <w:docPart w:val="EAFBB1FF19E34B3390267DD4BD27F018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r w:rsidR="00206836">
            <w:rPr>
              <w:b/>
              <w:sz w:val="24"/>
              <w:szCs w:val="24"/>
            </w:rPr>
            <w:t>AUG</w:t>
          </w:r>
          <w:r w:rsidR="0084394B">
            <w:rPr>
              <w:b/>
              <w:sz w:val="24"/>
              <w:szCs w:val="24"/>
            </w:rPr>
            <w:t xml:space="preserve"> 2025</w:t>
          </w:r>
        </w:sdtContent>
      </w:sdt>
    </w:p>
    <w:p w14:paraId="5C3D89F7" w14:textId="77777777" w:rsidR="00EA569A" w:rsidRDefault="00EA569A" w:rsidP="009F2463">
      <w:pPr>
        <w:tabs>
          <w:tab w:val="left" w:pos="360"/>
          <w:tab w:val="right" w:pos="10224"/>
        </w:tabs>
        <w:spacing w:after="240" w:line="240" w:lineRule="auto"/>
        <w:rPr>
          <w:b/>
        </w:rPr>
      </w:pPr>
      <w:r>
        <w:rPr>
          <w:b/>
        </w:rPr>
        <w:t>Mark Wilson, Airport Manager</w:t>
      </w:r>
    </w:p>
    <w:p w14:paraId="74558EC7" w14:textId="77777777" w:rsidR="0025496D" w:rsidRPr="00C223DF" w:rsidRDefault="0025496D" w:rsidP="00A65470">
      <w:pPr>
        <w:spacing w:after="0" w:line="240" w:lineRule="auto"/>
        <w:ind w:firstLine="360"/>
        <w:rPr>
          <w:i/>
        </w:rPr>
      </w:pPr>
      <w:r w:rsidRPr="00C223DF">
        <w:rPr>
          <w:i/>
        </w:rPr>
        <w:t>Physical Maintenance and Repair Highlight</w:t>
      </w:r>
      <w:r w:rsidR="00B71F2E" w:rsidRPr="00C223DF">
        <w:rPr>
          <w:i/>
        </w:rPr>
        <w:t>s:</w:t>
      </w:r>
    </w:p>
    <w:p w14:paraId="75CDBD26" w14:textId="77777777" w:rsidR="00435B3F" w:rsidRDefault="00435B3F" w:rsidP="002F662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  <w:rPr>
          <w:b/>
          <w:u w:val="single"/>
        </w:rPr>
        <w:sectPr w:rsidR="00435B3F" w:rsidSect="00FD4570">
          <w:headerReference w:type="default" r:id="rId8"/>
          <w:footerReference w:type="default" r:id="rId9"/>
          <w:pgSz w:w="12240" w:h="15840"/>
          <w:pgMar w:top="1440" w:right="1354" w:bottom="720" w:left="1008" w:header="720" w:footer="720" w:gutter="0"/>
          <w:cols w:space="720"/>
          <w:docGrid w:linePitch="360"/>
        </w:sectPr>
      </w:pPr>
    </w:p>
    <w:p w14:paraId="2A122944" w14:textId="4882DFFB" w:rsidR="00C30BD5" w:rsidRPr="00A41307" w:rsidRDefault="00C30BD5" w:rsidP="008D1454">
      <w:pPr>
        <w:pStyle w:val="ListParagraph"/>
        <w:numPr>
          <w:ilvl w:val="1"/>
          <w:numId w:val="3"/>
        </w:numPr>
        <w:tabs>
          <w:tab w:val="left" w:pos="2880"/>
        </w:tabs>
        <w:spacing w:before="60" w:after="0" w:line="240" w:lineRule="auto"/>
        <w:ind w:right="-18"/>
        <w:contextualSpacing w:val="0"/>
        <w:rPr>
          <w:bCs/>
          <w:u w:val="single"/>
        </w:rPr>
      </w:pPr>
      <w:r w:rsidRPr="00612250">
        <w:rPr>
          <w:b/>
          <w:u w:val="single"/>
        </w:rPr>
        <w:t>Bush-Hog</w:t>
      </w:r>
      <w:r w:rsidRPr="00A41307">
        <w:rPr>
          <w:b/>
        </w:rPr>
        <w:t>:</w:t>
      </w:r>
      <w:r w:rsidR="0057054E">
        <w:rPr>
          <w:b/>
        </w:rPr>
        <w:tab/>
      </w:r>
      <w:r w:rsidR="00D738EC">
        <w:rPr>
          <w:b/>
          <w:color w:val="538135" w:themeColor="accent6" w:themeShade="BF"/>
        </w:rPr>
        <w:t>Full-Op</w:t>
      </w:r>
    </w:p>
    <w:p w14:paraId="15C5F1CB" w14:textId="688808D1" w:rsidR="00C30BD5" w:rsidRPr="00F50B51" w:rsidRDefault="00C30BD5" w:rsidP="008D1454">
      <w:pPr>
        <w:pStyle w:val="ListParagraph"/>
        <w:numPr>
          <w:ilvl w:val="1"/>
          <w:numId w:val="3"/>
        </w:numPr>
        <w:tabs>
          <w:tab w:val="left" w:pos="2880"/>
        </w:tabs>
        <w:spacing w:before="60" w:after="0" w:line="240" w:lineRule="auto"/>
        <w:ind w:right="-18"/>
        <w:contextualSpacing w:val="0"/>
        <w:rPr>
          <w:bCs/>
          <w:u w:val="single"/>
        </w:rPr>
      </w:pPr>
      <w:r w:rsidRPr="00612250">
        <w:rPr>
          <w:b/>
          <w:u w:val="single"/>
        </w:rPr>
        <w:t>Edger</w:t>
      </w:r>
      <w:r w:rsidRPr="00F50B51">
        <w:rPr>
          <w:b/>
        </w:rPr>
        <w:t>:</w:t>
      </w:r>
      <w:r w:rsidR="0057054E">
        <w:rPr>
          <w:b/>
        </w:rPr>
        <w:tab/>
      </w:r>
      <w:r w:rsidR="00D738EC">
        <w:rPr>
          <w:b/>
          <w:color w:val="538135" w:themeColor="accent6" w:themeShade="BF"/>
        </w:rPr>
        <w:t>Full-Op</w:t>
      </w:r>
    </w:p>
    <w:p w14:paraId="65D9B549" w14:textId="020BCF58" w:rsidR="00C30BD5" w:rsidRPr="008774D3" w:rsidRDefault="00C30BD5" w:rsidP="008D1454">
      <w:pPr>
        <w:pStyle w:val="ListParagraph"/>
        <w:numPr>
          <w:ilvl w:val="1"/>
          <w:numId w:val="3"/>
        </w:numPr>
        <w:tabs>
          <w:tab w:val="left" w:pos="2880"/>
        </w:tabs>
        <w:spacing w:before="60" w:after="0" w:line="240" w:lineRule="auto"/>
        <w:ind w:right="-18"/>
        <w:contextualSpacing w:val="0"/>
      </w:pPr>
      <w:r w:rsidRPr="00C223DF">
        <w:rPr>
          <w:b/>
          <w:u w:val="single"/>
        </w:rPr>
        <w:t>FBO Building</w:t>
      </w:r>
      <w:r w:rsidRPr="00C223DF">
        <w:rPr>
          <w:b/>
          <w:bCs/>
        </w:rPr>
        <w:t>:</w:t>
      </w:r>
      <w:r>
        <w:tab/>
      </w:r>
      <w:r w:rsidR="00D738EC">
        <w:rPr>
          <w:b/>
          <w:color w:val="538135" w:themeColor="accent6" w:themeShade="BF"/>
        </w:rPr>
        <w:t>Full-Op</w:t>
      </w:r>
    </w:p>
    <w:p w14:paraId="6C0CA8BA" w14:textId="474CB709" w:rsidR="00C30BD5" w:rsidRPr="008936B9" w:rsidRDefault="00C30BD5" w:rsidP="008D1454">
      <w:pPr>
        <w:pStyle w:val="ListParagraph"/>
        <w:numPr>
          <w:ilvl w:val="1"/>
          <w:numId w:val="3"/>
        </w:numPr>
        <w:tabs>
          <w:tab w:val="left" w:pos="2880"/>
        </w:tabs>
        <w:spacing w:before="60" w:after="0" w:line="240" w:lineRule="auto"/>
        <w:ind w:right="-18"/>
        <w:contextualSpacing w:val="0"/>
        <w:rPr>
          <w:bCs/>
        </w:rPr>
      </w:pPr>
      <w:r>
        <w:rPr>
          <w:b/>
          <w:u w:val="single"/>
        </w:rPr>
        <w:t>Field</w:t>
      </w:r>
      <w:r w:rsidRPr="008936B9">
        <w:rPr>
          <w:b/>
          <w:u w:val="single"/>
        </w:rPr>
        <w:t xml:space="preserve"> Lighting</w:t>
      </w:r>
      <w:r w:rsidRPr="008936B9">
        <w:rPr>
          <w:b/>
        </w:rPr>
        <w:t>:</w:t>
      </w:r>
      <w:r w:rsidRPr="008936B9">
        <w:rPr>
          <w:b/>
        </w:rPr>
        <w:tab/>
      </w:r>
      <w:r w:rsidR="00D738EC">
        <w:rPr>
          <w:b/>
          <w:color w:val="538135" w:themeColor="accent6" w:themeShade="BF"/>
        </w:rPr>
        <w:t>Full-Op</w:t>
      </w:r>
    </w:p>
    <w:p w14:paraId="3CB1E766" w14:textId="0635AA70" w:rsidR="00C30BD5" w:rsidRPr="00C54EFF" w:rsidRDefault="00C30BD5" w:rsidP="008D1454">
      <w:pPr>
        <w:pStyle w:val="ListParagraph"/>
        <w:numPr>
          <w:ilvl w:val="1"/>
          <w:numId w:val="3"/>
        </w:numPr>
        <w:tabs>
          <w:tab w:val="left" w:pos="2880"/>
          <w:tab w:val="left" w:pos="4140"/>
          <w:tab w:val="left" w:pos="5310"/>
        </w:tabs>
        <w:spacing w:before="60" w:after="0" w:line="240" w:lineRule="auto"/>
        <w:ind w:right="-18"/>
        <w:contextualSpacing w:val="0"/>
      </w:pPr>
      <w:r w:rsidRPr="00070BDE">
        <w:rPr>
          <w:b/>
          <w:u w:val="single"/>
        </w:rPr>
        <w:t>Fuel Farm</w:t>
      </w:r>
      <w:r w:rsidR="00C54EFF">
        <w:rPr>
          <w:b/>
          <w:u w:val="single"/>
        </w:rPr>
        <w:t xml:space="preserve"> (AV)</w:t>
      </w:r>
      <w:r w:rsidRPr="00070BDE">
        <w:rPr>
          <w:b/>
          <w:bCs/>
        </w:rPr>
        <w:t>:</w:t>
      </w:r>
      <w:r>
        <w:rPr>
          <w:b/>
          <w:bCs/>
        </w:rPr>
        <w:tab/>
      </w:r>
      <w:r w:rsidR="00D738EC">
        <w:rPr>
          <w:b/>
          <w:color w:val="538135" w:themeColor="accent6" w:themeShade="BF"/>
        </w:rPr>
        <w:t>Full-Op</w:t>
      </w:r>
    </w:p>
    <w:p w14:paraId="2A87DAEA" w14:textId="3751A047" w:rsidR="00C54EFF" w:rsidRPr="000D4E90" w:rsidRDefault="00C54EFF" w:rsidP="008D1454">
      <w:pPr>
        <w:pStyle w:val="ListParagraph"/>
        <w:numPr>
          <w:ilvl w:val="1"/>
          <w:numId w:val="3"/>
        </w:numPr>
        <w:tabs>
          <w:tab w:val="left" w:pos="2880"/>
          <w:tab w:val="left" w:pos="4140"/>
          <w:tab w:val="left" w:pos="5310"/>
        </w:tabs>
        <w:spacing w:before="60" w:after="0" w:line="240" w:lineRule="auto"/>
        <w:ind w:right="-18"/>
        <w:contextualSpacing w:val="0"/>
      </w:pPr>
      <w:r>
        <w:rPr>
          <w:b/>
          <w:u w:val="single"/>
        </w:rPr>
        <w:t>Fuel Farm (JET)</w:t>
      </w:r>
      <w:r>
        <w:rPr>
          <w:b/>
        </w:rPr>
        <w:t>:</w:t>
      </w:r>
      <w:r w:rsidR="00750128">
        <w:rPr>
          <w:b/>
        </w:rPr>
        <w:tab/>
      </w:r>
      <w:r w:rsidR="00750128">
        <w:rPr>
          <w:b/>
          <w:color w:val="538135" w:themeColor="accent6" w:themeShade="BF"/>
        </w:rPr>
        <w:t>Full-Op</w:t>
      </w:r>
    </w:p>
    <w:p w14:paraId="10070967" w14:textId="7ADE7E2A" w:rsidR="00C30BD5" w:rsidRPr="00750128" w:rsidRDefault="00C30BD5" w:rsidP="008D1454">
      <w:pPr>
        <w:pStyle w:val="ListParagraph"/>
        <w:numPr>
          <w:ilvl w:val="1"/>
          <w:numId w:val="3"/>
        </w:numPr>
        <w:tabs>
          <w:tab w:val="left" w:pos="2880"/>
          <w:tab w:val="left" w:pos="4140"/>
          <w:tab w:val="left" w:pos="5310"/>
        </w:tabs>
        <w:spacing w:before="60" w:after="0" w:line="240" w:lineRule="auto"/>
        <w:ind w:right="-18"/>
        <w:contextualSpacing w:val="0"/>
      </w:pPr>
      <w:r w:rsidRPr="00070BDE">
        <w:rPr>
          <w:b/>
          <w:u w:val="single"/>
        </w:rPr>
        <w:t>Fuel Truck</w:t>
      </w:r>
      <w:r w:rsidR="00750128">
        <w:rPr>
          <w:b/>
          <w:u w:val="single"/>
        </w:rPr>
        <w:t xml:space="preserve"> (AV)</w:t>
      </w:r>
      <w:r w:rsidRPr="00070BDE">
        <w:rPr>
          <w:b/>
          <w:bCs/>
        </w:rPr>
        <w:t>:</w:t>
      </w:r>
      <w:r>
        <w:rPr>
          <w:b/>
          <w:bCs/>
        </w:rPr>
        <w:tab/>
      </w:r>
      <w:r w:rsidR="00B00FAD" w:rsidRPr="00B00FAD">
        <w:rPr>
          <w:b/>
          <w:bCs/>
          <w:color w:val="538135" w:themeColor="accent6" w:themeShade="BF"/>
        </w:rPr>
        <w:t>Full-Op</w:t>
      </w:r>
    </w:p>
    <w:p w14:paraId="049D6507" w14:textId="150861E6" w:rsidR="00750128" w:rsidRPr="00C223DF" w:rsidRDefault="00750128" w:rsidP="008D1454">
      <w:pPr>
        <w:pStyle w:val="ListParagraph"/>
        <w:numPr>
          <w:ilvl w:val="1"/>
          <w:numId w:val="3"/>
        </w:numPr>
        <w:tabs>
          <w:tab w:val="left" w:pos="2880"/>
          <w:tab w:val="left" w:pos="4140"/>
          <w:tab w:val="left" w:pos="5310"/>
        </w:tabs>
        <w:spacing w:before="60" w:after="0" w:line="240" w:lineRule="auto"/>
        <w:ind w:right="-18"/>
        <w:contextualSpacing w:val="0"/>
      </w:pPr>
      <w:r>
        <w:rPr>
          <w:b/>
          <w:u w:val="single"/>
        </w:rPr>
        <w:t>Fuel Truck (JET)</w:t>
      </w:r>
      <w:r w:rsidR="00CB097E">
        <w:rPr>
          <w:b/>
        </w:rPr>
        <w:t>:</w:t>
      </w:r>
      <w:r w:rsidR="00CB097E">
        <w:rPr>
          <w:b/>
        </w:rPr>
        <w:tab/>
      </w:r>
      <w:r w:rsidR="00CB097E">
        <w:rPr>
          <w:b/>
          <w:color w:val="538135" w:themeColor="accent6" w:themeShade="BF"/>
        </w:rPr>
        <w:t>Full-Op</w:t>
      </w:r>
    </w:p>
    <w:p w14:paraId="7900639F" w14:textId="52628CFF" w:rsidR="00C30BD5" w:rsidRPr="00A25880" w:rsidRDefault="00C30BD5" w:rsidP="008D1454">
      <w:pPr>
        <w:pStyle w:val="ListParagraph"/>
        <w:numPr>
          <w:ilvl w:val="1"/>
          <w:numId w:val="3"/>
        </w:numPr>
        <w:tabs>
          <w:tab w:val="left" w:pos="2880"/>
        </w:tabs>
        <w:spacing w:before="60" w:after="0" w:line="240" w:lineRule="auto"/>
        <w:ind w:right="-18"/>
        <w:contextualSpacing w:val="0"/>
      </w:pPr>
      <w:r>
        <w:rPr>
          <w:b/>
          <w:u w:val="single"/>
        </w:rPr>
        <w:t>Gate, North</w:t>
      </w:r>
      <w:r w:rsidR="001E59D8">
        <w:rPr>
          <w:b/>
          <w:u w:val="single"/>
        </w:rPr>
        <w:t>, auto</w:t>
      </w:r>
      <w:r w:rsidRPr="00C223DF">
        <w:rPr>
          <w:b/>
        </w:rPr>
        <w:t>:</w:t>
      </w:r>
      <w:r>
        <w:rPr>
          <w:bCs/>
        </w:rPr>
        <w:tab/>
      </w:r>
      <w:r w:rsidR="00D738EC">
        <w:rPr>
          <w:b/>
          <w:color w:val="538135" w:themeColor="accent6" w:themeShade="BF"/>
        </w:rPr>
        <w:t>Full-Op</w:t>
      </w:r>
    </w:p>
    <w:p w14:paraId="1EFAB53D" w14:textId="7062B025" w:rsidR="00C30BD5" w:rsidRPr="004357A3" w:rsidRDefault="00C30BD5" w:rsidP="008D1454">
      <w:pPr>
        <w:pStyle w:val="ListParagraph"/>
        <w:numPr>
          <w:ilvl w:val="1"/>
          <w:numId w:val="3"/>
        </w:numPr>
        <w:tabs>
          <w:tab w:val="left" w:pos="2880"/>
        </w:tabs>
        <w:spacing w:before="60" w:after="0" w:line="240" w:lineRule="auto"/>
        <w:ind w:right="-18"/>
        <w:contextualSpacing w:val="0"/>
      </w:pPr>
      <w:r>
        <w:rPr>
          <w:b/>
          <w:bCs/>
          <w:u w:val="single"/>
        </w:rPr>
        <w:t>Gate, South</w:t>
      </w:r>
      <w:r w:rsidR="001E59D8">
        <w:rPr>
          <w:b/>
          <w:bCs/>
          <w:u w:val="single"/>
        </w:rPr>
        <w:t>, auto</w:t>
      </w:r>
      <w:r w:rsidRPr="00685A5A">
        <w:rPr>
          <w:b/>
          <w:bCs/>
        </w:rPr>
        <w:t>:</w:t>
      </w:r>
      <w:r w:rsidRPr="00685A5A">
        <w:rPr>
          <w:b/>
          <w:bCs/>
        </w:rPr>
        <w:tab/>
      </w:r>
      <w:r w:rsidR="00D738EC">
        <w:rPr>
          <w:b/>
          <w:bCs/>
          <w:color w:val="538135" w:themeColor="accent6" w:themeShade="BF"/>
        </w:rPr>
        <w:t>Full-Op</w:t>
      </w:r>
    </w:p>
    <w:p w14:paraId="7B027ED3" w14:textId="14050EAE" w:rsidR="004357A3" w:rsidRPr="00751EBC" w:rsidRDefault="00751EBC" w:rsidP="008D1454">
      <w:pPr>
        <w:pStyle w:val="ListParagraph"/>
        <w:numPr>
          <w:ilvl w:val="1"/>
          <w:numId w:val="3"/>
        </w:numPr>
        <w:tabs>
          <w:tab w:val="left" w:pos="2880"/>
        </w:tabs>
        <w:spacing w:before="60" w:after="0" w:line="240" w:lineRule="auto"/>
        <w:ind w:right="-18"/>
        <w:contextualSpacing w:val="0"/>
      </w:pPr>
      <w:r>
        <w:rPr>
          <w:b/>
          <w:bCs/>
          <w:u w:val="single"/>
        </w:rPr>
        <w:t xml:space="preserve">Gate, </w:t>
      </w:r>
      <w:r w:rsidR="008D1454">
        <w:rPr>
          <w:b/>
          <w:bCs/>
          <w:u w:val="single"/>
        </w:rPr>
        <w:t>passthrough</w:t>
      </w:r>
      <w:r>
        <w:rPr>
          <w:b/>
          <w:bCs/>
          <w:u w:val="single"/>
        </w:rPr>
        <w:t xml:space="preserve"> N</w:t>
      </w:r>
      <w:r w:rsidR="008D1454">
        <w:rPr>
          <w:b/>
          <w:bCs/>
        </w:rPr>
        <w:tab/>
      </w:r>
      <w:r w:rsidR="009B341F" w:rsidRPr="00942B9A">
        <w:rPr>
          <w:b/>
          <w:bCs/>
          <w:color w:val="538135" w:themeColor="accent6" w:themeShade="BF"/>
        </w:rPr>
        <w:t>Full-Op</w:t>
      </w:r>
    </w:p>
    <w:p w14:paraId="16DFCB5E" w14:textId="01A54A05" w:rsidR="00751EBC" w:rsidRPr="00685A5A" w:rsidRDefault="00751EBC" w:rsidP="008D1454">
      <w:pPr>
        <w:pStyle w:val="ListParagraph"/>
        <w:numPr>
          <w:ilvl w:val="1"/>
          <w:numId w:val="3"/>
        </w:numPr>
        <w:tabs>
          <w:tab w:val="left" w:pos="2880"/>
        </w:tabs>
        <w:spacing w:before="60" w:after="0" w:line="240" w:lineRule="auto"/>
        <w:ind w:right="-18"/>
        <w:contextualSpacing w:val="0"/>
      </w:pPr>
      <w:r>
        <w:rPr>
          <w:b/>
          <w:bCs/>
          <w:u w:val="single"/>
        </w:rPr>
        <w:t xml:space="preserve">Gate, </w:t>
      </w:r>
      <w:r w:rsidR="008D1454">
        <w:rPr>
          <w:b/>
          <w:bCs/>
          <w:u w:val="single"/>
        </w:rPr>
        <w:t>passthrough</w:t>
      </w:r>
      <w:r>
        <w:rPr>
          <w:b/>
          <w:bCs/>
          <w:u w:val="single"/>
        </w:rPr>
        <w:t xml:space="preserve"> </w:t>
      </w:r>
      <w:r w:rsidR="0093106C">
        <w:rPr>
          <w:b/>
          <w:bCs/>
          <w:u w:val="single"/>
        </w:rPr>
        <w:t>S</w:t>
      </w:r>
      <w:r w:rsidR="0093106C">
        <w:rPr>
          <w:b/>
          <w:bCs/>
        </w:rPr>
        <w:tab/>
      </w:r>
      <w:r w:rsidR="0093106C">
        <w:rPr>
          <w:b/>
          <w:color w:val="538135" w:themeColor="accent6" w:themeShade="BF"/>
        </w:rPr>
        <w:t>Full-Op</w:t>
      </w:r>
    </w:p>
    <w:p w14:paraId="13079CFC" w14:textId="5E4E1FC1" w:rsidR="00C30BD5" w:rsidRPr="008936B9" w:rsidRDefault="00C30BD5" w:rsidP="008D1454">
      <w:pPr>
        <w:pStyle w:val="ListParagraph"/>
        <w:numPr>
          <w:ilvl w:val="1"/>
          <w:numId w:val="3"/>
        </w:numPr>
        <w:tabs>
          <w:tab w:val="left" w:pos="2880"/>
        </w:tabs>
        <w:spacing w:before="60" w:after="0" w:line="240" w:lineRule="auto"/>
        <w:ind w:right="-18"/>
        <w:contextualSpacing w:val="0"/>
        <w:rPr>
          <w:bCs/>
        </w:rPr>
      </w:pPr>
      <w:r w:rsidRPr="00C223DF">
        <w:rPr>
          <w:b/>
          <w:u w:val="single"/>
        </w:rPr>
        <w:t>Hangars</w:t>
      </w:r>
      <w:r w:rsidRPr="00C223DF">
        <w:rPr>
          <w:b/>
          <w:bCs/>
        </w:rPr>
        <w:t>:</w:t>
      </w:r>
      <w:r w:rsidR="006E3DAF" w:rsidRPr="006E3DAF">
        <w:rPr>
          <w:b/>
        </w:rPr>
        <w:t xml:space="preserve"> </w:t>
      </w:r>
      <w:r w:rsidR="006E3DAF">
        <w:rPr>
          <w:b/>
        </w:rPr>
        <w:tab/>
      </w:r>
      <w:r w:rsidR="006E3DAF">
        <w:rPr>
          <w:b/>
          <w:color w:val="538135" w:themeColor="accent6" w:themeShade="BF"/>
        </w:rPr>
        <w:t>Full-Op</w:t>
      </w:r>
    </w:p>
    <w:p w14:paraId="70B0078F" w14:textId="77777777" w:rsidR="0058019A" w:rsidRPr="00C96997" w:rsidRDefault="0058019A" w:rsidP="008D1454">
      <w:pPr>
        <w:pStyle w:val="ListParagraph"/>
        <w:numPr>
          <w:ilvl w:val="1"/>
          <w:numId w:val="3"/>
        </w:numPr>
        <w:tabs>
          <w:tab w:val="left" w:pos="2880"/>
        </w:tabs>
        <w:spacing w:before="60" w:after="0" w:line="240" w:lineRule="auto"/>
        <w:ind w:right="-18"/>
        <w:contextualSpacing w:val="0"/>
      </w:pPr>
      <w:r w:rsidRPr="00C223DF">
        <w:rPr>
          <w:b/>
          <w:u w:val="single"/>
        </w:rPr>
        <w:t>Lektro Tug</w:t>
      </w:r>
      <w:r w:rsidRPr="00C223DF">
        <w:rPr>
          <w:b/>
          <w:bCs/>
        </w:rPr>
        <w:t>:</w:t>
      </w:r>
      <w:r>
        <w:tab/>
      </w:r>
      <w:r>
        <w:rPr>
          <w:b/>
          <w:color w:val="538135" w:themeColor="accent6" w:themeShade="BF"/>
        </w:rPr>
        <w:t>Full-Op</w:t>
      </w:r>
    </w:p>
    <w:p w14:paraId="261E2F63" w14:textId="75E12C21" w:rsidR="00C30BD5" w:rsidRPr="00DD1B5F" w:rsidRDefault="00C30BD5" w:rsidP="008D1454">
      <w:pPr>
        <w:pStyle w:val="ListParagraph"/>
        <w:numPr>
          <w:ilvl w:val="1"/>
          <w:numId w:val="3"/>
        </w:numPr>
        <w:tabs>
          <w:tab w:val="left" w:pos="2880"/>
        </w:tabs>
        <w:spacing w:before="60" w:after="0" w:line="240" w:lineRule="auto"/>
        <w:ind w:right="-18"/>
        <w:contextualSpacing w:val="0"/>
        <w:rPr>
          <w:bCs/>
          <w:u w:val="single"/>
        </w:rPr>
      </w:pPr>
      <w:r w:rsidRPr="00612250">
        <w:rPr>
          <w:b/>
          <w:u w:val="single"/>
        </w:rPr>
        <w:t>Mower</w:t>
      </w:r>
      <w:r w:rsidR="0058019A">
        <w:rPr>
          <w:b/>
          <w:u w:val="single"/>
        </w:rPr>
        <w:t xml:space="preserve"> (Stihl)</w:t>
      </w:r>
      <w:r w:rsidRPr="00F50B51">
        <w:rPr>
          <w:b/>
        </w:rPr>
        <w:t>:</w:t>
      </w:r>
      <w:r w:rsidR="00F578E7">
        <w:rPr>
          <w:b/>
        </w:rPr>
        <w:tab/>
      </w:r>
      <w:r w:rsidR="00273C45" w:rsidRPr="00273C45">
        <w:rPr>
          <w:b/>
          <w:color w:val="538135" w:themeColor="accent6" w:themeShade="BF"/>
        </w:rPr>
        <w:t>Full-Op</w:t>
      </w:r>
    </w:p>
    <w:p w14:paraId="1D04C3EB" w14:textId="4FDF7EBD" w:rsidR="00DD1B5F" w:rsidRPr="00F50B51" w:rsidRDefault="00DD1B5F" w:rsidP="008D1454">
      <w:pPr>
        <w:pStyle w:val="ListParagraph"/>
        <w:numPr>
          <w:ilvl w:val="1"/>
          <w:numId w:val="3"/>
        </w:numPr>
        <w:tabs>
          <w:tab w:val="left" w:pos="2880"/>
        </w:tabs>
        <w:spacing w:before="60" w:after="0" w:line="240" w:lineRule="auto"/>
        <w:ind w:right="-18"/>
        <w:contextualSpacing w:val="0"/>
        <w:rPr>
          <w:bCs/>
          <w:u w:val="single"/>
        </w:rPr>
      </w:pPr>
      <w:r>
        <w:rPr>
          <w:b/>
          <w:u w:val="single"/>
        </w:rPr>
        <w:t>PAPI Lights:</w:t>
      </w:r>
      <w:r>
        <w:rPr>
          <w:bCs/>
        </w:rPr>
        <w:tab/>
      </w:r>
      <w:r w:rsidRPr="00DD1B5F">
        <w:rPr>
          <w:b/>
          <w:color w:val="FF0000"/>
        </w:rPr>
        <w:t>Inoperative</w:t>
      </w:r>
      <w:r w:rsidR="004357A3">
        <w:rPr>
          <w:b/>
          <w:color w:val="FF0000"/>
        </w:rPr>
        <w:t xml:space="preserve"> (Note </w:t>
      </w:r>
      <w:r w:rsidR="00B00FAD">
        <w:rPr>
          <w:b/>
          <w:color w:val="FF0000"/>
        </w:rPr>
        <w:t>1</w:t>
      </w:r>
      <w:r w:rsidR="004357A3">
        <w:rPr>
          <w:b/>
          <w:color w:val="FF0000"/>
        </w:rPr>
        <w:t>)</w:t>
      </w:r>
    </w:p>
    <w:p w14:paraId="5635BA8B" w14:textId="77693268" w:rsidR="00C30BD5" w:rsidRPr="00C223DF" w:rsidRDefault="00C30BD5" w:rsidP="008D1454">
      <w:pPr>
        <w:pStyle w:val="ListParagraph"/>
        <w:numPr>
          <w:ilvl w:val="1"/>
          <w:numId w:val="3"/>
        </w:numPr>
        <w:tabs>
          <w:tab w:val="left" w:pos="2880"/>
        </w:tabs>
        <w:spacing w:before="60" w:after="0" w:line="240" w:lineRule="auto"/>
        <w:ind w:right="-18"/>
        <w:contextualSpacing w:val="0"/>
      </w:pPr>
      <w:r w:rsidRPr="00C223DF">
        <w:rPr>
          <w:b/>
          <w:u w:val="single"/>
        </w:rPr>
        <w:t>Rotating beacon</w:t>
      </w:r>
      <w:r w:rsidRPr="00C223DF">
        <w:rPr>
          <w:b/>
          <w:bCs/>
        </w:rPr>
        <w:t>:</w:t>
      </w:r>
      <w:bookmarkStart w:id="0" w:name="_Hlk52863972"/>
      <w:r>
        <w:tab/>
      </w:r>
      <w:bookmarkEnd w:id="0"/>
      <w:r w:rsidR="00861B21">
        <w:rPr>
          <w:b/>
          <w:bCs/>
          <w:color w:val="538135" w:themeColor="accent6" w:themeShade="BF"/>
        </w:rPr>
        <w:t>Full-Op</w:t>
      </w:r>
    </w:p>
    <w:p w14:paraId="1876E03A" w14:textId="4D8793AF" w:rsidR="00C30BD5" w:rsidRPr="00FF1860" w:rsidRDefault="00C30BD5" w:rsidP="008D1454">
      <w:pPr>
        <w:pStyle w:val="ListParagraph"/>
        <w:numPr>
          <w:ilvl w:val="1"/>
          <w:numId w:val="3"/>
        </w:numPr>
        <w:tabs>
          <w:tab w:val="left" w:pos="2880"/>
        </w:tabs>
        <w:spacing w:before="60" w:after="0" w:line="240" w:lineRule="auto"/>
        <w:ind w:right="-18"/>
        <w:contextualSpacing w:val="0"/>
      </w:pPr>
      <w:r>
        <w:rPr>
          <w:b/>
          <w:u w:val="single"/>
        </w:rPr>
        <w:t>Siteminder:</w:t>
      </w:r>
      <w:r>
        <w:tab/>
      </w:r>
      <w:bookmarkStart w:id="1" w:name="_Hlk181944302"/>
      <w:r w:rsidR="00D738EC">
        <w:rPr>
          <w:b/>
          <w:bCs/>
          <w:color w:val="538135" w:themeColor="accent6" w:themeShade="BF"/>
        </w:rPr>
        <w:t>Full-Op</w:t>
      </w:r>
      <w:bookmarkEnd w:id="1"/>
    </w:p>
    <w:p w14:paraId="2384BCE8" w14:textId="548C60BC" w:rsidR="00C30BD5" w:rsidRPr="00C30BD5" w:rsidRDefault="00C30BD5" w:rsidP="008D1454">
      <w:pPr>
        <w:pStyle w:val="ListParagraph"/>
        <w:numPr>
          <w:ilvl w:val="1"/>
          <w:numId w:val="3"/>
        </w:numPr>
        <w:tabs>
          <w:tab w:val="left" w:pos="2880"/>
        </w:tabs>
        <w:spacing w:before="60" w:after="0" w:line="240" w:lineRule="auto"/>
        <w:ind w:right="-18"/>
        <w:contextualSpacing w:val="0"/>
        <w:rPr>
          <w:bCs/>
          <w:u w:val="single"/>
        </w:rPr>
      </w:pPr>
      <w:r w:rsidRPr="00A41307">
        <w:rPr>
          <w:b/>
          <w:u w:val="single"/>
        </w:rPr>
        <w:t>Square</w:t>
      </w:r>
      <w:r w:rsidRPr="00A41307">
        <w:rPr>
          <w:b/>
        </w:rPr>
        <w:t>:</w:t>
      </w:r>
      <w:r w:rsidRPr="00A41307">
        <w:rPr>
          <w:b/>
        </w:rPr>
        <w:tab/>
      </w:r>
      <w:r w:rsidR="00D738EC">
        <w:rPr>
          <w:b/>
          <w:color w:val="538135" w:themeColor="accent6" w:themeShade="BF"/>
        </w:rPr>
        <w:t>Full-Op</w:t>
      </w:r>
    </w:p>
    <w:p w14:paraId="364FCDB9" w14:textId="359B56E3" w:rsidR="00C30BD5" w:rsidRPr="00960383" w:rsidRDefault="00C30BD5" w:rsidP="008D1454">
      <w:pPr>
        <w:pStyle w:val="ListParagraph"/>
        <w:numPr>
          <w:ilvl w:val="1"/>
          <w:numId w:val="3"/>
        </w:numPr>
        <w:tabs>
          <w:tab w:val="left" w:pos="2880"/>
        </w:tabs>
        <w:spacing w:before="60" w:after="0" w:line="240" w:lineRule="auto"/>
        <w:ind w:right="-18"/>
        <w:contextualSpacing w:val="0"/>
        <w:rPr>
          <w:bCs/>
          <w:u w:val="single"/>
        </w:rPr>
      </w:pPr>
      <w:r w:rsidRPr="00612250">
        <w:rPr>
          <w:b/>
          <w:u w:val="single"/>
        </w:rPr>
        <w:t>Tractor</w:t>
      </w:r>
      <w:r w:rsidRPr="00F50B51">
        <w:rPr>
          <w:b/>
        </w:rPr>
        <w:t>:</w:t>
      </w:r>
      <w:r w:rsidR="00496E73">
        <w:rPr>
          <w:bCs/>
        </w:rPr>
        <w:tab/>
      </w:r>
      <w:r w:rsidR="00D738EC">
        <w:rPr>
          <w:b/>
          <w:color w:val="538135" w:themeColor="accent6" w:themeShade="BF"/>
        </w:rPr>
        <w:t>Full-Op</w:t>
      </w:r>
    </w:p>
    <w:p w14:paraId="1DF23440" w14:textId="2F7C1ED5" w:rsidR="00960383" w:rsidRPr="00F50B51" w:rsidRDefault="008F29DB" w:rsidP="008D1454">
      <w:pPr>
        <w:pStyle w:val="ListParagraph"/>
        <w:numPr>
          <w:ilvl w:val="1"/>
          <w:numId w:val="3"/>
        </w:numPr>
        <w:tabs>
          <w:tab w:val="left" w:pos="2880"/>
        </w:tabs>
        <w:spacing w:before="60" w:after="0" w:line="240" w:lineRule="auto"/>
        <w:ind w:right="-18"/>
        <w:contextualSpacing w:val="0"/>
        <w:rPr>
          <w:bCs/>
          <w:u w:val="single"/>
        </w:rPr>
      </w:pPr>
      <w:r>
        <w:rPr>
          <w:b/>
          <w:u w:val="single"/>
        </w:rPr>
        <w:t xml:space="preserve">Electrical </w:t>
      </w:r>
      <w:r w:rsidR="00960383">
        <w:rPr>
          <w:b/>
          <w:u w:val="single"/>
        </w:rPr>
        <w:t>Vault:</w:t>
      </w:r>
      <w:r w:rsidR="00960383">
        <w:rPr>
          <w:bCs/>
        </w:rPr>
        <w:tab/>
      </w:r>
      <w:r w:rsidR="00B87890" w:rsidRPr="00B87890">
        <w:rPr>
          <w:b/>
          <w:color w:val="538135" w:themeColor="accent6" w:themeShade="BF"/>
        </w:rPr>
        <w:t>Full-Op</w:t>
      </w:r>
    </w:p>
    <w:p w14:paraId="2E9409F3" w14:textId="6BECCE2B" w:rsidR="00C30BD5" w:rsidRPr="00F50B51" w:rsidRDefault="00C30BD5" w:rsidP="008D1454">
      <w:pPr>
        <w:pStyle w:val="ListParagraph"/>
        <w:numPr>
          <w:ilvl w:val="1"/>
          <w:numId w:val="3"/>
        </w:numPr>
        <w:tabs>
          <w:tab w:val="left" w:pos="2880"/>
        </w:tabs>
        <w:spacing w:before="60" w:after="0" w:line="240" w:lineRule="auto"/>
        <w:ind w:right="-18"/>
        <w:contextualSpacing w:val="0"/>
        <w:rPr>
          <w:bCs/>
          <w:u w:val="single"/>
        </w:rPr>
      </w:pPr>
      <w:r w:rsidRPr="00612250">
        <w:rPr>
          <w:b/>
          <w:u w:val="single"/>
        </w:rPr>
        <w:t>Weed Trimmer</w:t>
      </w:r>
      <w:r w:rsidRPr="00F50B51">
        <w:rPr>
          <w:b/>
        </w:rPr>
        <w:t>:</w:t>
      </w:r>
      <w:r w:rsidR="00D738EC">
        <w:rPr>
          <w:b/>
        </w:rPr>
        <w:tab/>
      </w:r>
      <w:r w:rsidR="00D738EC">
        <w:rPr>
          <w:b/>
          <w:color w:val="538135" w:themeColor="accent6" w:themeShade="BF"/>
        </w:rPr>
        <w:t>Full-Op</w:t>
      </w:r>
    </w:p>
    <w:p w14:paraId="777A1A63" w14:textId="33002259" w:rsidR="00F50B51" w:rsidRDefault="00F50B51" w:rsidP="002C748E">
      <w:pPr>
        <w:pStyle w:val="ListParagraph"/>
        <w:spacing w:before="120" w:after="0" w:line="240" w:lineRule="auto"/>
        <w:contextualSpacing w:val="0"/>
        <w:rPr>
          <w:b/>
          <w:color w:val="2E74B5" w:themeColor="accent5" w:themeShade="BF"/>
          <w:u w:val="single"/>
        </w:rPr>
        <w:sectPr w:rsidR="00F50B51" w:rsidSect="00FD4570">
          <w:type w:val="continuous"/>
          <w:pgSz w:w="12240" w:h="15840"/>
          <w:pgMar w:top="1440" w:right="1354" w:bottom="720" w:left="1008" w:header="720" w:footer="720" w:gutter="0"/>
          <w:cols w:num="2" w:sep="1" w:space="14"/>
          <w:docGrid w:linePitch="360"/>
        </w:sectPr>
      </w:pPr>
    </w:p>
    <w:p w14:paraId="351B6419" w14:textId="2A9FC647" w:rsidR="00CB097E" w:rsidRDefault="00C1683D" w:rsidP="00CB097E">
      <w:pPr>
        <w:pStyle w:val="ListParagraph"/>
        <w:spacing w:before="120" w:after="0" w:line="240" w:lineRule="auto"/>
        <w:contextualSpacing w:val="0"/>
        <w:rPr>
          <w:b/>
          <w:color w:val="2E74B5" w:themeColor="accent5" w:themeShade="BF"/>
          <w:u w:val="single"/>
        </w:rPr>
      </w:pPr>
      <w:r w:rsidRPr="00F65259">
        <w:rPr>
          <w:b/>
          <w:noProof/>
          <w:color w:val="2E74B5" w:themeColor="accent5" w:themeShade="BF"/>
          <w:u w:val="single"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07D1FA53" wp14:editId="184AADF5">
                <wp:simplePos x="0" y="0"/>
                <wp:positionH relativeFrom="column">
                  <wp:posOffset>3995347</wp:posOffset>
                </wp:positionH>
                <wp:positionV relativeFrom="paragraph">
                  <wp:posOffset>99431</wp:posOffset>
                </wp:positionV>
                <wp:extent cx="1003895" cy="1067681"/>
                <wp:effectExtent l="0" t="0" r="25400" b="1841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3895" cy="1067681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84033E" w14:textId="77777777" w:rsidR="00F65259" w:rsidRPr="00C1683D" w:rsidRDefault="00F65259" w:rsidP="00412AF0">
                            <w:pPr>
                              <w:pStyle w:val="ListParagraph"/>
                              <w:spacing w:after="0" w:line="240" w:lineRule="auto"/>
                              <w:ind w:left="0"/>
                              <w:contextualSpacing w:val="0"/>
                              <w:jc w:val="right"/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</w:pPr>
                            <w:r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A = 3</w:t>
                            </w:r>
                          </w:p>
                          <w:p w14:paraId="097D4C86" w14:textId="77777777" w:rsidR="00F65259" w:rsidRPr="00C1683D" w:rsidRDefault="00F65259" w:rsidP="00412AF0">
                            <w:pPr>
                              <w:pStyle w:val="ListParagraph"/>
                              <w:spacing w:after="0" w:line="240" w:lineRule="auto"/>
                              <w:ind w:left="0"/>
                              <w:contextualSpacing w:val="0"/>
                              <w:jc w:val="right"/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</w:pPr>
                            <w:r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B = 5</w:t>
                            </w:r>
                          </w:p>
                          <w:p w14:paraId="26ED72D8" w14:textId="5F83DDE1" w:rsidR="00F65259" w:rsidRPr="00C1683D" w:rsidRDefault="00F65259" w:rsidP="00412AF0">
                            <w:pPr>
                              <w:pStyle w:val="ListParagraph"/>
                              <w:spacing w:after="0" w:line="240" w:lineRule="auto"/>
                              <w:ind w:left="0"/>
                              <w:contextualSpacing w:val="0"/>
                              <w:jc w:val="right"/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</w:pPr>
                            <w:r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C</w:t>
                            </w:r>
                            <w:r w:rsidR="00162F15"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=</w:t>
                            </w:r>
                            <w:r w:rsidR="00162F15"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96030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  <w:p w14:paraId="7E5B8ADA" w14:textId="6B2798A4" w:rsidR="00F65259" w:rsidRPr="00C1683D" w:rsidRDefault="00F65259" w:rsidP="00412AF0">
                            <w:pPr>
                              <w:pStyle w:val="ListParagraph"/>
                              <w:spacing w:after="0" w:line="240" w:lineRule="auto"/>
                              <w:ind w:left="0"/>
                              <w:contextualSpacing w:val="0"/>
                              <w:jc w:val="right"/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</w:pPr>
                            <w:r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D</w:t>
                            </w:r>
                            <w:r w:rsidR="00162F15"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=</w:t>
                            </w:r>
                            <w:r w:rsidR="00162F15"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  <w:p w14:paraId="4F4D61EF" w14:textId="4AA171BF" w:rsidR="00F65259" w:rsidRPr="00C1683D" w:rsidRDefault="00F65259" w:rsidP="00412AF0">
                            <w:pPr>
                              <w:pStyle w:val="ListParagraph"/>
                              <w:spacing w:after="0" w:line="240" w:lineRule="auto"/>
                              <w:ind w:left="0"/>
                              <w:contextualSpacing w:val="0"/>
                              <w:jc w:val="right"/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</w:pPr>
                            <w:r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E</w:t>
                            </w:r>
                            <w:r w:rsidR="00162F15"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=</w:t>
                            </w:r>
                            <w:r w:rsidR="00162F15"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  <w:p w14:paraId="38037F7C" w14:textId="36F065F4" w:rsidR="006D5B6E" w:rsidRPr="00C1683D" w:rsidRDefault="006D5B6E" w:rsidP="00412AF0">
                            <w:pPr>
                              <w:pStyle w:val="ListParagraph"/>
                              <w:spacing w:after="0" w:line="240" w:lineRule="auto"/>
                              <w:ind w:left="0"/>
                              <w:contextualSpacing w:val="0"/>
                              <w:jc w:val="right"/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</w:pPr>
                            <w:r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F = 4</w:t>
                            </w:r>
                          </w:p>
                          <w:p w14:paraId="4AAEC8E4" w14:textId="0B022EFC" w:rsidR="006D5B6E" w:rsidRPr="00C1683D" w:rsidRDefault="006D5B6E" w:rsidP="00412AF0">
                            <w:pPr>
                              <w:pStyle w:val="ListParagraph"/>
                              <w:spacing w:after="0" w:line="240" w:lineRule="auto"/>
                              <w:ind w:left="0"/>
                              <w:contextualSpacing w:val="0"/>
                              <w:jc w:val="right"/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</w:pPr>
                            <w:r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G = 4</w:t>
                            </w:r>
                          </w:p>
                          <w:p w14:paraId="6C2ADC58" w14:textId="58B404E2" w:rsidR="00580925" w:rsidRPr="00B96030" w:rsidRDefault="00580925" w:rsidP="00412AF0">
                            <w:pPr>
                              <w:pStyle w:val="ListParagraph"/>
                              <w:spacing w:after="0" w:line="240" w:lineRule="auto"/>
                              <w:ind w:left="0"/>
                              <w:contextualSpacing w:val="0"/>
                              <w:jc w:val="right"/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</w:pPr>
                            <w:r w:rsidRPr="00B96030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T = 7</w:t>
                            </w:r>
                          </w:p>
                          <w:p w14:paraId="5814D9CC" w14:textId="0490FE7D" w:rsidR="00580925" w:rsidRPr="00C1683D" w:rsidRDefault="00580925" w:rsidP="00B96030">
                            <w:pPr>
                              <w:pStyle w:val="ListParagraph"/>
                              <w:spacing w:after="0" w:line="240" w:lineRule="auto"/>
                              <w:ind w:left="0"/>
                              <w:contextualSpacing w:val="0"/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D1FA5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14.6pt;margin-top:7.85pt;width:79.05pt;height:84.0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" fillcolor="white [3201]" strokecolor="#5b9bd5 [3208]" strokeweight="1pt">
                <v:textbox>
                  <w:txbxContent>
                    <w:p w14:paraId="5E84033E" w14:textId="77777777" w:rsidR="00F65259" w:rsidRPr="00C1683D" w:rsidRDefault="00F65259" w:rsidP="00412AF0">
                      <w:pPr>
                        <w:pStyle w:val="ListParagraph"/>
                        <w:spacing w:after="0" w:line="240" w:lineRule="auto"/>
                        <w:ind w:left="0"/>
                        <w:contextualSpacing w:val="0"/>
                        <w:jc w:val="right"/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</w:pPr>
                      <w:r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>A = 3</w:t>
                      </w:r>
                    </w:p>
                    <w:p w14:paraId="097D4C86" w14:textId="77777777" w:rsidR="00F65259" w:rsidRPr="00C1683D" w:rsidRDefault="00F65259" w:rsidP="00412AF0">
                      <w:pPr>
                        <w:pStyle w:val="ListParagraph"/>
                        <w:spacing w:after="0" w:line="240" w:lineRule="auto"/>
                        <w:ind w:left="0"/>
                        <w:contextualSpacing w:val="0"/>
                        <w:jc w:val="right"/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</w:pPr>
                      <w:r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>B = 5</w:t>
                      </w:r>
                    </w:p>
                    <w:p w14:paraId="26ED72D8" w14:textId="5F83DDE1" w:rsidR="00F65259" w:rsidRPr="00C1683D" w:rsidRDefault="00F65259" w:rsidP="00412AF0">
                      <w:pPr>
                        <w:pStyle w:val="ListParagraph"/>
                        <w:spacing w:after="0" w:line="240" w:lineRule="auto"/>
                        <w:ind w:left="0"/>
                        <w:contextualSpacing w:val="0"/>
                        <w:jc w:val="right"/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</w:pPr>
                      <w:r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>C</w:t>
                      </w:r>
                      <w:r w:rsidR="00162F15"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 xml:space="preserve"> </w:t>
                      </w:r>
                      <w:r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>=</w:t>
                      </w:r>
                      <w:r w:rsidR="00162F15"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 xml:space="preserve"> </w:t>
                      </w:r>
                      <w:r w:rsidR="00B96030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>3</w:t>
                      </w:r>
                    </w:p>
                    <w:p w14:paraId="7E5B8ADA" w14:textId="6B2798A4" w:rsidR="00F65259" w:rsidRPr="00C1683D" w:rsidRDefault="00F65259" w:rsidP="00412AF0">
                      <w:pPr>
                        <w:pStyle w:val="ListParagraph"/>
                        <w:spacing w:after="0" w:line="240" w:lineRule="auto"/>
                        <w:ind w:left="0"/>
                        <w:contextualSpacing w:val="0"/>
                        <w:jc w:val="right"/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</w:pPr>
                      <w:r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>D</w:t>
                      </w:r>
                      <w:r w:rsidR="00162F15"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 xml:space="preserve"> </w:t>
                      </w:r>
                      <w:r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>=</w:t>
                      </w:r>
                      <w:r w:rsidR="00162F15"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 xml:space="preserve"> </w:t>
                      </w:r>
                      <w:r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>5</w:t>
                      </w:r>
                    </w:p>
                    <w:p w14:paraId="4F4D61EF" w14:textId="4AA171BF" w:rsidR="00F65259" w:rsidRPr="00C1683D" w:rsidRDefault="00F65259" w:rsidP="00412AF0">
                      <w:pPr>
                        <w:pStyle w:val="ListParagraph"/>
                        <w:spacing w:after="0" w:line="240" w:lineRule="auto"/>
                        <w:ind w:left="0"/>
                        <w:contextualSpacing w:val="0"/>
                        <w:jc w:val="right"/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</w:pPr>
                      <w:r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>E</w:t>
                      </w:r>
                      <w:r w:rsidR="00162F15"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 xml:space="preserve"> </w:t>
                      </w:r>
                      <w:r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>=</w:t>
                      </w:r>
                      <w:r w:rsidR="00162F15"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 xml:space="preserve"> </w:t>
                      </w:r>
                      <w:r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>5</w:t>
                      </w:r>
                    </w:p>
                    <w:p w14:paraId="38037F7C" w14:textId="36F065F4" w:rsidR="006D5B6E" w:rsidRPr="00C1683D" w:rsidRDefault="006D5B6E" w:rsidP="00412AF0">
                      <w:pPr>
                        <w:pStyle w:val="ListParagraph"/>
                        <w:spacing w:after="0" w:line="240" w:lineRule="auto"/>
                        <w:ind w:left="0"/>
                        <w:contextualSpacing w:val="0"/>
                        <w:jc w:val="right"/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</w:pPr>
                      <w:r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>F = 4</w:t>
                      </w:r>
                    </w:p>
                    <w:p w14:paraId="4AAEC8E4" w14:textId="0B022EFC" w:rsidR="006D5B6E" w:rsidRPr="00C1683D" w:rsidRDefault="006D5B6E" w:rsidP="00412AF0">
                      <w:pPr>
                        <w:pStyle w:val="ListParagraph"/>
                        <w:spacing w:after="0" w:line="240" w:lineRule="auto"/>
                        <w:ind w:left="0"/>
                        <w:contextualSpacing w:val="0"/>
                        <w:jc w:val="right"/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</w:pPr>
                      <w:r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>G = 4</w:t>
                      </w:r>
                    </w:p>
                    <w:p w14:paraId="6C2ADC58" w14:textId="58B404E2" w:rsidR="00580925" w:rsidRPr="00B96030" w:rsidRDefault="00580925" w:rsidP="00412AF0">
                      <w:pPr>
                        <w:pStyle w:val="ListParagraph"/>
                        <w:spacing w:after="0" w:line="240" w:lineRule="auto"/>
                        <w:ind w:left="0"/>
                        <w:contextualSpacing w:val="0"/>
                        <w:jc w:val="right"/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</w:pPr>
                      <w:r w:rsidRPr="00B96030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>T = 7</w:t>
                      </w:r>
                    </w:p>
                    <w:p w14:paraId="5814D9CC" w14:textId="0490FE7D" w:rsidR="00580925" w:rsidRPr="00C1683D" w:rsidRDefault="00580925" w:rsidP="00B96030">
                      <w:pPr>
                        <w:pStyle w:val="ListParagraph"/>
                        <w:spacing w:after="0" w:line="240" w:lineRule="auto"/>
                        <w:ind w:left="0"/>
                        <w:contextualSpacing w:val="0"/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276657F" w14:textId="2732824E" w:rsidR="009B6E44" w:rsidRDefault="00B96030" w:rsidP="00162F15">
      <w:pPr>
        <w:pStyle w:val="ListParagraph"/>
        <w:spacing w:before="120" w:after="0" w:line="240" w:lineRule="auto"/>
        <w:ind w:left="0" w:firstLine="360"/>
        <w:contextualSpacing w:val="0"/>
        <w:rPr>
          <w:color w:val="2E74B5" w:themeColor="accent5" w:themeShade="BF"/>
        </w:rPr>
      </w:pPr>
      <w:r w:rsidRPr="00B96030">
        <w:rPr>
          <w:b/>
          <w:noProof/>
          <w:color w:val="2E74B5" w:themeColor="accent5" w:themeShade="BF"/>
          <w:u w:val="single"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18189D62" wp14:editId="785360B9">
                <wp:simplePos x="0" y="0"/>
                <wp:positionH relativeFrom="column">
                  <wp:posOffset>4048966</wp:posOffset>
                </wp:positionH>
                <wp:positionV relativeFrom="paragraph">
                  <wp:posOffset>222250</wp:posOffset>
                </wp:positionV>
                <wp:extent cx="480152" cy="332989"/>
                <wp:effectExtent l="0" t="0" r="0" b="0"/>
                <wp:wrapNone/>
                <wp:docPr id="3373080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152" cy="332989"/>
                        </a:xfrm>
                        <a:prstGeom prst="rect">
                          <a:avLst/>
                        </a:prstGeom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077E3B" w14:textId="4692028F" w:rsidR="00B96030" w:rsidRPr="00C1683D" w:rsidRDefault="00B96030" w:rsidP="00B96030">
                            <w:pPr>
                              <w:pStyle w:val="ListParagraph"/>
                              <w:spacing w:after="0" w:line="240" w:lineRule="auto"/>
                              <w:ind w:left="0"/>
                              <w:contextualSpacing w:val="0"/>
                              <w:jc w:val="center"/>
                              <w:rPr>
                                <w:rFonts w:ascii="Consolas" w:hAnsi="Consolas"/>
                                <w:b/>
                                <w:bCs/>
                                <w:color w:val="2E74B5" w:themeColor="accent5" w:themeShade="BF"/>
                                <w:sz w:val="16"/>
                                <w:szCs w:val="16"/>
                              </w:rPr>
                            </w:pPr>
                            <w:r w:rsidRPr="00C1683D">
                              <w:rPr>
                                <w:rFonts w:ascii="Consolas" w:hAnsi="Consolas"/>
                                <w:b/>
                                <w:bCs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rFonts w:ascii="Consolas" w:hAnsi="Consolas"/>
                                <w:b/>
                                <w:bCs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  <w:p w14:paraId="4A827087" w14:textId="77777777" w:rsidR="00B96030" w:rsidRPr="00C1683D" w:rsidRDefault="00B96030" w:rsidP="00B96030">
                            <w:pPr>
                              <w:pStyle w:val="ListParagraph"/>
                              <w:spacing w:after="0" w:line="240" w:lineRule="auto"/>
                              <w:ind w:left="0"/>
                              <w:contextualSpacing w:val="0"/>
                              <w:jc w:val="center"/>
                              <w:rPr>
                                <w:rFonts w:ascii="Consolas" w:hAnsi="Consolas"/>
                                <w:b/>
                                <w:bCs/>
                                <w:color w:val="2E74B5" w:themeColor="accent5" w:themeShade="BF"/>
                                <w:sz w:val="16"/>
                                <w:szCs w:val="16"/>
                              </w:rPr>
                            </w:pPr>
                            <w:r w:rsidRPr="00C1683D">
                              <w:rPr>
                                <w:rFonts w:ascii="Consolas" w:hAnsi="Consolas"/>
                                <w:b/>
                                <w:bCs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TOTAL</w:t>
                            </w:r>
                          </w:p>
                          <w:p w14:paraId="4CC24025" w14:textId="01196706" w:rsidR="00B96030" w:rsidRDefault="00B9603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189D62" id="_x0000_s1027" type="#_x0000_t202" style="position:absolute;left:0;text-align:left;margin-left:318.8pt;margin-top:17.5pt;width:37.8pt;height:26.2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" fillcolor="white [3201]" stroked="f" strokeweight="1pt">
                <v:textbox>
                  <w:txbxContent>
                    <w:p w14:paraId="50077E3B" w14:textId="4692028F" w:rsidR="00B96030" w:rsidRPr="00C1683D" w:rsidRDefault="00B96030" w:rsidP="00B96030">
                      <w:pPr>
                        <w:pStyle w:val="ListParagraph"/>
                        <w:spacing w:after="0" w:line="240" w:lineRule="auto"/>
                        <w:ind w:left="0"/>
                        <w:contextualSpacing w:val="0"/>
                        <w:jc w:val="center"/>
                        <w:rPr>
                          <w:rFonts w:ascii="Consolas" w:hAnsi="Consolas"/>
                          <w:b/>
                          <w:bCs/>
                          <w:color w:val="2E74B5" w:themeColor="accent5" w:themeShade="BF"/>
                          <w:sz w:val="16"/>
                          <w:szCs w:val="16"/>
                        </w:rPr>
                      </w:pPr>
                      <w:r w:rsidRPr="00C1683D">
                        <w:rPr>
                          <w:rFonts w:ascii="Consolas" w:hAnsi="Consolas"/>
                          <w:b/>
                          <w:bCs/>
                          <w:color w:val="2E74B5" w:themeColor="accent5" w:themeShade="BF"/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rFonts w:ascii="Consolas" w:hAnsi="Consolas"/>
                          <w:b/>
                          <w:bCs/>
                          <w:color w:val="2E74B5" w:themeColor="accent5" w:themeShade="BF"/>
                          <w:sz w:val="16"/>
                          <w:szCs w:val="16"/>
                        </w:rPr>
                        <w:t>6</w:t>
                      </w:r>
                    </w:p>
                    <w:p w14:paraId="4A827087" w14:textId="77777777" w:rsidR="00B96030" w:rsidRPr="00C1683D" w:rsidRDefault="00B96030" w:rsidP="00B96030">
                      <w:pPr>
                        <w:pStyle w:val="ListParagraph"/>
                        <w:spacing w:after="0" w:line="240" w:lineRule="auto"/>
                        <w:ind w:left="0"/>
                        <w:contextualSpacing w:val="0"/>
                        <w:jc w:val="center"/>
                        <w:rPr>
                          <w:rFonts w:ascii="Consolas" w:hAnsi="Consolas"/>
                          <w:b/>
                          <w:bCs/>
                          <w:color w:val="2E74B5" w:themeColor="accent5" w:themeShade="BF"/>
                          <w:sz w:val="16"/>
                          <w:szCs w:val="16"/>
                        </w:rPr>
                      </w:pPr>
                      <w:r w:rsidRPr="00C1683D">
                        <w:rPr>
                          <w:rFonts w:ascii="Consolas" w:hAnsi="Consolas"/>
                          <w:b/>
                          <w:bCs/>
                          <w:color w:val="2E74B5" w:themeColor="accent5" w:themeShade="BF"/>
                          <w:sz w:val="16"/>
                          <w:szCs w:val="16"/>
                        </w:rPr>
                        <w:t>TOTAL</w:t>
                      </w:r>
                    </w:p>
                    <w:p w14:paraId="4CC24025" w14:textId="01196706" w:rsidR="00B96030" w:rsidRDefault="00B96030"/>
                  </w:txbxContent>
                </v:textbox>
              </v:shape>
            </w:pict>
          </mc:Fallback>
        </mc:AlternateContent>
      </w:r>
      <w:r w:rsidR="00F65259" w:rsidRPr="006A0A05">
        <w:rPr>
          <w:b/>
          <w:color w:val="2E74B5" w:themeColor="accent5" w:themeShade="BF"/>
          <w:u w:val="single"/>
        </w:rPr>
        <w:t>Hangar Rental</w:t>
      </w:r>
      <w:r w:rsidR="00F65259" w:rsidRPr="006A0A05">
        <w:rPr>
          <w:b/>
          <w:bCs/>
          <w:color w:val="2E74B5" w:themeColor="accent5" w:themeShade="BF"/>
        </w:rPr>
        <w:t>:</w:t>
      </w:r>
    </w:p>
    <w:p w14:paraId="73E93814" w14:textId="2FE67E90" w:rsidR="00DE4C47" w:rsidRPr="009002FB" w:rsidRDefault="00D66785" w:rsidP="009002FB">
      <w:pPr>
        <w:pStyle w:val="ListParagraph"/>
        <w:numPr>
          <w:ilvl w:val="2"/>
          <w:numId w:val="4"/>
        </w:numPr>
        <w:spacing w:after="0" w:line="240" w:lineRule="auto"/>
        <w:ind w:left="720"/>
        <w:contextualSpacing w:val="0"/>
        <w:rPr>
          <w:color w:val="2E74B5" w:themeColor="accent5" w:themeShade="BF"/>
        </w:rPr>
      </w:pPr>
      <w:r w:rsidRPr="006A0A05">
        <w:rPr>
          <w:color w:val="2E74B5" w:themeColor="accent5" w:themeShade="BF"/>
        </w:rPr>
        <w:t xml:space="preserve">There are </w:t>
      </w:r>
      <w:r w:rsidR="00856C57" w:rsidRPr="006A0A05">
        <w:rPr>
          <w:b/>
          <w:bCs/>
          <w:color w:val="2E74B5" w:themeColor="accent5" w:themeShade="BF"/>
          <w:u w:val="single"/>
        </w:rPr>
        <w:t>3</w:t>
      </w:r>
      <w:r w:rsidR="00A838EF">
        <w:rPr>
          <w:b/>
          <w:bCs/>
          <w:color w:val="2E74B5" w:themeColor="accent5" w:themeShade="BF"/>
          <w:u w:val="single"/>
        </w:rPr>
        <w:t>6</w:t>
      </w:r>
      <w:r w:rsidR="00856C57" w:rsidRPr="006A0A05">
        <w:rPr>
          <w:color w:val="2E74B5" w:themeColor="accent5" w:themeShade="BF"/>
        </w:rPr>
        <w:t xml:space="preserve"> of 3</w:t>
      </w:r>
      <w:r w:rsidR="00A838EF">
        <w:rPr>
          <w:color w:val="2E74B5" w:themeColor="accent5" w:themeShade="BF"/>
        </w:rPr>
        <w:t>6</w:t>
      </w:r>
      <w:r w:rsidR="00DE4C47" w:rsidRPr="006A0A05">
        <w:rPr>
          <w:color w:val="2E74B5" w:themeColor="accent5" w:themeShade="BF"/>
        </w:rPr>
        <w:t xml:space="preserve"> enclosed hangars currently </w:t>
      </w:r>
      <w:r w:rsidRPr="006A0A05">
        <w:rPr>
          <w:color w:val="2E74B5" w:themeColor="accent5" w:themeShade="BF"/>
        </w:rPr>
        <w:t xml:space="preserve">being </w:t>
      </w:r>
      <w:r w:rsidR="00DE4C47" w:rsidRPr="006A0A05">
        <w:rPr>
          <w:color w:val="2E74B5" w:themeColor="accent5" w:themeShade="BF"/>
        </w:rPr>
        <w:t>rented.</w:t>
      </w:r>
    </w:p>
    <w:p w14:paraId="55193AD8" w14:textId="184143DF" w:rsidR="00923568" w:rsidRDefault="00D66785" w:rsidP="00CB097E">
      <w:pPr>
        <w:pStyle w:val="ListParagraph"/>
        <w:numPr>
          <w:ilvl w:val="2"/>
          <w:numId w:val="4"/>
        </w:numPr>
        <w:spacing w:after="0" w:line="240" w:lineRule="auto"/>
        <w:ind w:left="720"/>
        <w:contextualSpacing w:val="0"/>
        <w:rPr>
          <w:color w:val="2E74B5" w:themeColor="accent5" w:themeShade="BF"/>
        </w:rPr>
      </w:pPr>
      <w:r w:rsidRPr="006A0A05">
        <w:rPr>
          <w:color w:val="2E74B5" w:themeColor="accent5" w:themeShade="BF"/>
        </w:rPr>
        <w:t>There are</w:t>
      </w:r>
      <w:r w:rsidRPr="00A66EC8">
        <w:rPr>
          <w:b/>
          <w:bCs/>
          <w:color w:val="2E74B5" w:themeColor="accent5" w:themeShade="BF"/>
        </w:rPr>
        <w:t xml:space="preserve"> </w:t>
      </w:r>
      <w:r w:rsidR="00BE392B">
        <w:rPr>
          <w:b/>
          <w:bCs/>
          <w:color w:val="2E74B5" w:themeColor="accent5" w:themeShade="BF"/>
          <w:u w:val="single"/>
        </w:rPr>
        <w:t>3</w:t>
      </w:r>
      <w:r w:rsidR="00DE4C47" w:rsidRPr="006A0A05">
        <w:rPr>
          <w:color w:val="2E74B5" w:themeColor="accent5" w:themeShade="BF"/>
        </w:rPr>
        <w:t xml:space="preserve"> of</w:t>
      </w:r>
      <w:r w:rsidR="00DE4C47" w:rsidRPr="006335E0">
        <w:rPr>
          <w:color w:val="2E74B5" w:themeColor="accent5" w:themeShade="BF"/>
        </w:rPr>
        <w:t xml:space="preserve"> </w:t>
      </w:r>
      <w:r w:rsidR="000318AB" w:rsidRPr="006335E0">
        <w:rPr>
          <w:color w:val="2E74B5" w:themeColor="accent5" w:themeShade="BF"/>
        </w:rPr>
        <w:t>7</w:t>
      </w:r>
      <w:r w:rsidR="00DE4C47" w:rsidRPr="006335E0">
        <w:rPr>
          <w:color w:val="2E74B5" w:themeColor="accent5" w:themeShade="BF"/>
        </w:rPr>
        <w:t xml:space="preserve"> </w:t>
      </w:r>
      <w:r w:rsidR="00DE4C47" w:rsidRPr="006A0A05">
        <w:rPr>
          <w:color w:val="2E74B5" w:themeColor="accent5" w:themeShade="BF"/>
        </w:rPr>
        <w:t>shade hangar</w:t>
      </w:r>
      <w:r w:rsidR="00815E99">
        <w:rPr>
          <w:color w:val="2E74B5" w:themeColor="accent5" w:themeShade="BF"/>
        </w:rPr>
        <w:t>s</w:t>
      </w:r>
      <w:r w:rsidR="00DE4C47" w:rsidRPr="006A0A05">
        <w:rPr>
          <w:color w:val="2E74B5" w:themeColor="accent5" w:themeShade="BF"/>
        </w:rPr>
        <w:t xml:space="preserve"> </w:t>
      </w:r>
      <w:r w:rsidRPr="006A0A05">
        <w:rPr>
          <w:color w:val="2E74B5" w:themeColor="accent5" w:themeShade="BF"/>
        </w:rPr>
        <w:t>currently being rente</w:t>
      </w:r>
      <w:r w:rsidR="009D5423">
        <w:rPr>
          <w:color w:val="2E74B5" w:themeColor="accent5" w:themeShade="BF"/>
        </w:rPr>
        <w:t>d.</w:t>
      </w:r>
    </w:p>
    <w:p w14:paraId="43F359BE" w14:textId="1A1A914B" w:rsidR="00923568" w:rsidRDefault="00D66785" w:rsidP="00CB097E">
      <w:pPr>
        <w:pStyle w:val="ListParagraph"/>
        <w:numPr>
          <w:ilvl w:val="2"/>
          <w:numId w:val="4"/>
        </w:numPr>
        <w:spacing w:after="0" w:line="240" w:lineRule="auto"/>
        <w:ind w:left="720"/>
        <w:contextualSpacing w:val="0"/>
        <w:rPr>
          <w:color w:val="2E74B5" w:themeColor="accent5" w:themeShade="BF"/>
        </w:rPr>
      </w:pPr>
      <w:r w:rsidRPr="006A0A05">
        <w:rPr>
          <w:color w:val="2E74B5" w:themeColor="accent5" w:themeShade="BF"/>
        </w:rPr>
        <w:t xml:space="preserve">There </w:t>
      </w:r>
      <w:r w:rsidR="00753AD2">
        <w:rPr>
          <w:color w:val="2E74B5" w:themeColor="accent5" w:themeShade="BF"/>
        </w:rPr>
        <w:t>are</w:t>
      </w:r>
      <w:r w:rsidRPr="006A0A05">
        <w:rPr>
          <w:color w:val="2E74B5" w:themeColor="accent5" w:themeShade="BF"/>
        </w:rPr>
        <w:t xml:space="preserve"> </w:t>
      </w:r>
      <w:r w:rsidR="00753AD2">
        <w:rPr>
          <w:b/>
          <w:bCs/>
          <w:color w:val="2E74B5" w:themeColor="accent5" w:themeShade="BF"/>
          <w:u w:val="single"/>
        </w:rPr>
        <w:t>3</w:t>
      </w:r>
      <w:r w:rsidR="00DE4C47" w:rsidRPr="006A0A05">
        <w:rPr>
          <w:color w:val="2E74B5" w:themeColor="accent5" w:themeShade="BF"/>
        </w:rPr>
        <w:t xml:space="preserve"> of </w:t>
      </w:r>
      <w:r w:rsidR="00856C57" w:rsidRPr="006A0A05">
        <w:rPr>
          <w:color w:val="2E74B5" w:themeColor="accent5" w:themeShade="BF"/>
        </w:rPr>
        <w:t>15</w:t>
      </w:r>
      <w:r w:rsidR="00DE4C47" w:rsidRPr="006A0A05">
        <w:rPr>
          <w:color w:val="2E74B5" w:themeColor="accent5" w:themeShade="BF"/>
        </w:rPr>
        <w:t xml:space="preserve"> open </w:t>
      </w:r>
      <w:r w:rsidR="00856C57" w:rsidRPr="006A0A05">
        <w:rPr>
          <w:color w:val="2E74B5" w:themeColor="accent5" w:themeShade="BF"/>
        </w:rPr>
        <w:t xml:space="preserve">area </w:t>
      </w:r>
      <w:r w:rsidR="00DE4C47" w:rsidRPr="006A0A05">
        <w:rPr>
          <w:color w:val="2E74B5" w:themeColor="accent5" w:themeShade="BF"/>
        </w:rPr>
        <w:t>tie-down</w:t>
      </w:r>
      <w:r w:rsidR="00856C57" w:rsidRPr="006A0A05">
        <w:rPr>
          <w:color w:val="2E74B5" w:themeColor="accent5" w:themeShade="BF"/>
        </w:rPr>
        <w:t xml:space="preserve">s </w:t>
      </w:r>
      <w:r w:rsidRPr="006A0A05">
        <w:rPr>
          <w:color w:val="2E74B5" w:themeColor="accent5" w:themeShade="BF"/>
        </w:rPr>
        <w:t>currently being rented</w:t>
      </w:r>
      <w:r w:rsidR="00C755C9">
        <w:rPr>
          <w:color w:val="2E74B5" w:themeColor="accent5" w:themeShade="BF"/>
        </w:rPr>
        <w:t>.</w:t>
      </w:r>
    </w:p>
    <w:p w14:paraId="44F2F79A" w14:textId="77777777" w:rsidR="00CB7799" w:rsidRDefault="00CB7799" w:rsidP="00CB097E">
      <w:pPr>
        <w:tabs>
          <w:tab w:val="left" w:pos="2250"/>
        </w:tabs>
        <w:spacing w:before="120" w:after="0" w:line="240" w:lineRule="auto"/>
        <w:ind w:left="720"/>
      </w:pPr>
    </w:p>
    <w:p w14:paraId="1C3BFFF6" w14:textId="022500BC" w:rsidR="00725157" w:rsidRPr="00BF5D18" w:rsidRDefault="005A664C" w:rsidP="00174EE4">
      <w:pPr>
        <w:spacing w:before="120" w:after="0" w:line="240" w:lineRule="auto"/>
        <w:ind w:left="1800" w:hanging="1440"/>
        <w:rPr>
          <w:color w:val="2E74B5" w:themeColor="accent5" w:themeShade="BF"/>
        </w:rPr>
      </w:pPr>
      <w:hyperlink r:id="rId10" w:history="1">
        <w:r w:rsidRPr="00221E08">
          <w:rPr>
            <w:rStyle w:val="Hyperlink"/>
            <w:b/>
            <w:bCs/>
          </w:rPr>
          <w:t>WAITING LIST</w:t>
        </w:r>
      </w:hyperlink>
      <w:r w:rsidRPr="00F36531">
        <w:rPr>
          <w:color w:val="2E74B5" w:themeColor="accent5" w:themeShade="BF"/>
        </w:rPr>
        <w:t>:</w:t>
      </w:r>
      <w:r w:rsidR="004D3C43">
        <w:rPr>
          <w:color w:val="2E74B5" w:themeColor="accent5" w:themeShade="BF"/>
        </w:rPr>
        <w:t xml:space="preserve"> </w:t>
      </w:r>
      <w:r w:rsidR="00A43E5A" w:rsidRPr="00A43E5A">
        <w:rPr>
          <w:color w:val="2E74B5" w:themeColor="accent5" w:themeShade="BF"/>
          <w:u w:val="single"/>
        </w:rPr>
        <w:t xml:space="preserve">There are </w:t>
      </w:r>
      <w:r w:rsidR="00A43E5A" w:rsidRPr="00EB6AFF">
        <w:rPr>
          <w:color w:val="2E74B5" w:themeColor="accent5" w:themeShade="BF"/>
          <w:u w:val="single"/>
        </w:rPr>
        <w:t xml:space="preserve">currently </w:t>
      </w:r>
      <w:r w:rsidR="00753E58">
        <w:rPr>
          <w:color w:val="2E74B5" w:themeColor="accent5" w:themeShade="BF"/>
          <w:u w:val="single"/>
        </w:rPr>
        <w:t>5</w:t>
      </w:r>
      <w:r w:rsidR="00EB6AFF" w:rsidRPr="00EB6AFF">
        <w:rPr>
          <w:color w:val="2E74B5" w:themeColor="accent5" w:themeShade="BF"/>
          <w:u w:val="single"/>
        </w:rPr>
        <w:t xml:space="preserve"> </w:t>
      </w:r>
      <w:r w:rsidR="00503B03" w:rsidRPr="00EB6AFF">
        <w:rPr>
          <w:color w:val="2E74B5" w:themeColor="accent5" w:themeShade="BF"/>
          <w:u w:val="single"/>
        </w:rPr>
        <w:t xml:space="preserve">on </w:t>
      </w:r>
      <w:r w:rsidR="00A43E5A" w:rsidRPr="00EB6AFF">
        <w:rPr>
          <w:color w:val="2E74B5" w:themeColor="accent5" w:themeShade="BF"/>
          <w:u w:val="single"/>
        </w:rPr>
        <w:t xml:space="preserve">the </w:t>
      </w:r>
      <w:r w:rsidR="00503B03" w:rsidRPr="00EB6AFF">
        <w:rPr>
          <w:color w:val="2E74B5" w:themeColor="accent5" w:themeShade="BF"/>
          <w:u w:val="single"/>
        </w:rPr>
        <w:t xml:space="preserve">waiting </w:t>
      </w:r>
      <w:r w:rsidR="00503B03">
        <w:rPr>
          <w:color w:val="2E74B5" w:themeColor="accent5" w:themeShade="BF"/>
          <w:u w:val="single"/>
        </w:rPr>
        <w:t>list</w:t>
      </w:r>
      <w:r w:rsidR="00B45812">
        <w:rPr>
          <w:color w:val="2E74B5" w:themeColor="accent5" w:themeShade="BF"/>
          <w:u w:val="single"/>
        </w:rPr>
        <w:t xml:space="preserve"> for box hangars</w:t>
      </w:r>
      <w:r w:rsidR="0023045B">
        <w:rPr>
          <w:color w:val="2E74B5" w:themeColor="accent5" w:themeShade="BF"/>
          <w:u w:val="single"/>
        </w:rPr>
        <w:t>.</w:t>
      </w:r>
    </w:p>
    <w:p w14:paraId="31DB3EC0" w14:textId="77777777" w:rsidR="00E45D02" w:rsidRDefault="00E45D02" w:rsidP="00813537">
      <w:pPr>
        <w:spacing w:after="120" w:line="240" w:lineRule="auto"/>
        <w:ind w:left="720" w:hanging="720"/>
        <w:jc w:val="both"/>
        <w:rPr>
          <w:b/>
          <w:sz w:val="20"/>
          <w:szCs w:val="20"/>
        </w:rPr>
      </w:pPr>
    </w:p>
    <w:p w14:paraId="1C29A740" w14:textId="1813E4BF" w:rsidR="00F05ADB" w:rsidRDefault="00582552" w:rsidP="00813537">
      <w:pPr>
        <w:spacing w:after="120" w:line="240" w:lineRule="auto"/>
        <w:ind w:left="720" w:hanging="720"/>
        <w:jc w:val="both"/>
        <w:rPr>
          <w:bCs/>
          <w:sz w:val="20"/>
          <w:szCs w:val="20"/>
        </w:rPr>
      </w:pPr>
      <w:r w:rsidRPr="004619D0">
        <w:rPr>
          <w:b/>
          <w:sz w:val="20"/>
          <w:szCs w:val="20"/>
        </w:rPr>
        <w:t>NOTE</w:t>
      </w:r>
      <w:r w:rsidR="007E5C6B" w:rsidRPr="004619D0">
        <w:rPr>
          <w:b/>
          <w:sz w:val="20"/>
          <w:szCs w:val="20"/>
        </w:rPr>
        <w:t>S</w:t>
      </w:r>
      <w:r w:rsidRPr="004619D0">
        <w:rPr>
          <w:bCs/>
          <w:sz w:val="20"/>
          <w:szCs w:val="20"/>
        </w:rPr>
        <w:t>:</w:t>
      </w:r>
    </w:p>
    <w:p w14:paraId="53D4AAE5" w14:textId="3A68B843" w:rsidR="00B32882" w:rsidRPr="008529B2" w:rsidRDefault="005F11B8" w:rsidP="00B87890">
      <w:pPr>
        <w:pStyle w:val="ListParagraph"/>
        <w:numPr>
          <w:ilvl w:val="0"/>
          <w:numId w:val="13"/>
        </w:numPr>
        <w:tabs>
          <w:tab w:val="left" w:pos="9360"/>
        </w:tabs>
        <w:spacing w:after="0" w:line="240" w:lineRule="auto"/>
        <w:ind w:right="518"/>
        <w:jc w:val="both"/>
        <w:rPr>
          <w:b/>
          <w:color w:val="FF0000"/>
          <w:sz w:val="20"/>
          <w:szCs w:val="20"/>
        </w:rPr>
      </w:pPr>
      <w:r w:rsidRPr="00215A95">
        <w:rPr>
          <w:bCs/>
          <w:sz w:val="20"/>
          <w:szCs w:val="20"/>
        </w:rPr>
        <w:t>The PAPI lights are inoperative</w:t>
      </w:r>
      <w:r w:rsidR="00BA219C" w:rsidRPr="00215A95">
        <w:rPr>
          <w:bCs/>
          <w:sz w:val="20"/>
          <w:szCs w:val="20"/>
        </w:rPr>
        <w:t xml:space="preserve"> and </w:t>
      </w:r>
      <w:proofErr w:type="spellStart"/>
      <w:r w:rsidR="00BA219C" w:rsidRPr="00215A95">
        <w:rPr>
          <w:bCs/>
          <w:sz w:val="20"/>
          <w:szCs w:val="20"/>
        </w:rPr>
        <w:t>NOTAM’d</w:t>
      </w:r>
      <w:proofErr w:type="spellEnd"/>
      <w:r w:rsidR="00BA219C" w:rsidRPr="00215A95">
        <w:rPr>
          <w:bCs/>
          <w:sz w:val="20"/>
          <w:szCs w:val="20"/>
        </w:rPr>
        <w:t xml:space="preserve"> out</w:t>
      </w:r>
      <w:r w:rsidR="00215A95" w:rsidRPr="00215A95">
        <w:rPr>
          <w:bCs/>
          <w:sz w:val="20"/>
          <w:szCs w:val="20"/>
        </w:rPr>
        <w:t>.</w:t>
      </w:r>
    </w:p>
    <w:p w14:paraId="7AF84887" w14:textId="77777777" w:rsidR="00D848AC" w:rsidRDefault="00D848AC" w:rsidP="00D848AC">
      <w:pPr>
        <w:tabs>
          <w:tab w:val="left" w:pos="9360"/>
        </w:tabs>
        <w:spacing w:after="0" w:line="240" w:lineRule="auto"/>
        <w:ind w:right="518"/>
        <w:jc w:val="both"/>
        <w:rPr>
          <w:bCs/>
          <w:sz w:val="20"/>
          <w:szCs w:val="20"/>
        </w:rPr>
      </w:pPr>
    </w:p>
    <w:p w14:paraId="07EC65F3" w14:textId="38E3170E" w:rsidR="00CC4FCD" w:rsidRPr="00D848AC" w:rsidRDefault="007300C6" w:rsidP="00D848AC">
      <w:pPr>
        <w:tabs>
          <w:tab w:val="left" w:pos="9360"/>
        </w:tabs>
        <w:spacing w:after="0" w:line="240" w:lineRule="auto"/>
        <w:ind w:right="518"/>
        <w:jc w:val="both"/>
        <w:rPr>
          <w:bCs/>
          <w:sz w:val="20"/>
          <w:szCs w:val="20"/>
        </w:rPr>
      </w:pPr>
      <w:r w:rsidRPr="00D848AC">
        <w:rPr>
          <w:bCs/>
          <w:sz w:val="20"/>
          <w:szCs w:val="20"/>
        </w:rPr>
        <w:br w:type="page"/>
      </w:r>
    </w:p>
    <w:p w14:paraId="06298E52" w14:textId="41B696B7" w:rsidR="007300C6" w:rsidRPr="00152B96" w:rsidRDefault="007300C6" w:rsidP="007300C6">
      <w:pPr>
        <w:tabs>
          <w:tab w:val="left" w:pos="360"/>
          <w:tab w:val="right" w:pos="10224"/>
        </w:tabs>
        <w:spacing w:after="0" w:line="240" w:lineRule="auto"/>
        <w:rPr>
          <w:b/>
          <w:sz w:val="24"/>
          <w:szCs w:val="24"/>
        </w:rPr>
      </w:pPr>
      <w:r w:rsidRPr="00152B96">
        <w:rPr>
          <w:b/>
          <w:sz w:val="40"/>
          <w:szCs w:val="40"/>
          <w:u w:val="single"/>
        </w:rPr>
        <w:lastRenderedPageBreak/>
        <w:t>Airport Fuel Report</w:t>
      </w:r>
      <w:r w:rsidRPr="00EA569A">
        <w:rPr>
          <w:b/>
          <w:sz w:val="36"/>
        </w:rPr>
        <w:tab/>
      </w:r>
      <w:sdt>
        <w:sdtPr>
          <w:rPr>
            <w:b/>
            <w:sz w:val="24"/>
            <w:szCs w:val="24"/>
          </w:rPr>
          <w:alias w:val="Company"/>
          <w:tag w:val=""/>
          <w:id w:val="170379811"/>
          <w:placeholder>
            <w:docPart w:val="7429C0200C8742D0A6A3F46E791E6DC3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r w:rsidR="00206836">
            <w:rPr>
              <w:b/>
              <w:sz w:val="24"/>
              <w:szCs w:val="24"/>
            </w:rPr>
            <w:t>AUG 2025</w:t>
          </w:r>
        </w:sdtContent>
      </w:sdt>
    </w:p>
    <w:p w14:paraId="034586D5" w14:textId="77777777" w:rsidR="007300C6" w:rsidRDefault="007300C6" w:rsidP="007300C6">
      <w:pPr>
        <w:tabs>
          <w:tab w:val="left" w:pos="360"/>
          <w:tab w:val="right" w:pos="10224"/>
        </w:tabs>
        <w:spacing w:after="240" w:line="240" w:lineRule="auto"/>
        <w:rPr>
          <w:b/>
          <w:sz w:val="24"/>
          <w:szCs w:val="24"/>
        </w:rPr>
      </w:pPr>
      <w:r w:rsidRPr="00152B96">
        <w:rPr>
          <w:b/>
          <w:sz w:val="24"/>
          <w:szCs w:val="24"/>
        </w:rPr>
        <w:t>Mark Wilson, Airport Manager</w:t>
      </w:r>
    </w:p>
    <w:p w14:paraId="114A53D4" w14:textId="77777777" w:rsidR="005A00E1" w:rsidRPr="005A00E1" w:rsidRDefault="005A00E1" w:rsidP="005A00E1">
      <w:pPr>
        <w:spacing w:after="0" w:line="240" w:lineRule="auto"/>
        <w:rPr>
          <w:rFonts w:ascii="Consolas" w:eastAsia="Times New Roman" w:hAnsi="Consolas" w:cs="Calibri"/>
          <w:color w:val="000000"/>
          <w:sz w:val="24"/>
          <w:szCs w:val="24"/>
        </w:rPr>
      </w:pPr>
      <w:r w:rsidRPr="005A00E1">
        <w:rPr>
          <w:rFonts w:ascii="Consolas" w:eastAsia="Times New Roman" w:hAnsi="Consolas" w:cs="Calibri"/>
          <w:color w:val="000000"/>
          <w:sz w:val="24"/>
          <w:szCs w:val="24"/>
        </w:rPr>
        <w:t>End of Month September 2025 on hand:</w:t>
      </w:r>
    </w:p>
    <w:p w14:paraId="6B7E95D3" w14:textId="77777777" w:rsidR="005A00E1" w:rsidRPr="005A00E1" w:rsidRDefault="005A00E1" w:rsidP="005A00E1">
      <w:pPr>
        <w:spacing w:after="0" w:line="240" w:lineRule="auto"/>
        <w:rPr>
          <w:rFonts w:ascii="Consolas" w:eastAsia="Times New Roman" w:hAnsi="Consolas" w:cs="Calibri"/>
          <w:color w:val="000000"/>
          <w:sz w:val="24"/>
          <w:szCs w:val="24"/>
        </w:rPr>
      </w:pPr>
    </w:p>
    <w:p w14:paraId="7246A720" w14:textId="77777777" w:rsidR="005A00E1" w:rsidRPr="005A00E1" w:rsidRDefault="005A00E1" w:rsidP="005A00E1">
      <w:pPr>
        <w:spacing w:after="0" w:line="240" w:lineRule="auto"/>
        <w:rPr>
          <w:rFonts w:ascii="Consolas" w:eastAsia="Times New Roman" w:hAnsi="Consolas" w:cs="Calibri"/>
          <w:color w:val="000000"/>
          <w:sz w:val="24"/>
          <w:szCs w:val="24"/>
        </w:rPr>
      </w:pPr>
      <w:r w:rsidRPr="005A00E1">
        <w:rPr>
          <w:rFonts w:ascii="Consolas" w:eastAsia="Times New Roman" w:hAnsi="Consolas" w:cs="Calibri"/>
          <w:color w:val="000000"/>
          <w:sz w:val="24"/>
          <w:szCs w:val="24"/>
        </w:rPr>
        <w:t>1) 100 LL</w:t>
      </w:r>
    </w:p>
    <w:p w14:paraId="1B8670FC" w14:textId="77777777" w:rsidR="005A00E1" w:rsidRPr="005A00E1" w:rsidRDefault="005A00E1" w:rsidP="005A00E1">
      <w:pPr>
        <w:spacing w:after="0" w:line="240" w:lineRule="auto"/>
        <w:rPr>
          <w:rFonts w:ascii="Consolas" w:eastAsia="Times New Roman" w:hAnsi="Consolas" w:cs="Calibri"/>
          <w:color w:val="000000"/>
          <w:sz w:val="24"/>
          <w:szCs w:val="24"/>
        </w:rPr>
      </w:pPr>
      <w:r w:rsidRPr="005A00E1">
        <w:rPr>
          <w:rFonts w:ascii="Consolas" w:eastAsia="Times New Roman" w:hAnsi="Consolas" w:cs="Calibri"/>
          <w:color w:val="000000"/>
          <w:sz w:val="24"/>
          <w:szCs w:val="24"/>
        </w:rPr>
        <w:t xml:space="preserve">   a) Fuel Farm Tank: 3,810.06</w:t>
      </w:r>
    </w:p>
    <w:p w14:paraId="0FA93EDA" w14:textId="77777777" w:rsidR="005A00E1" w:rsidRPr="005A00E1" w:rsidRDefault="005A00E1" w:rsidP="005A00E1">
      <w:pPr>
        <w:spacing w:after="0" w:line="240" w:lineRule="auto"/>
        <w:rPr>
          <w:rFonts w:ascii="Consolas" w:eastAsia="Times New Roman" w:hAnsi="Consolas" w:cs="Calibri"/>
          <w:color w:val="000000"/>
          <w:sz w:val="24"/>
          <w:szCs w:val="24"/>
        </w:rPr>
      </w:pPr>
      <w:r w:rsidRPr="005A00E1">
        <w:rPr>
          <w:rFonts w:ascii="Consolas" w:eastAsia="Times New Roman" w:hAnsi="Consolas" w:cs="Calibri"/>
          <w:color w:val="000000"/>
          <w:sz w:val="24"/>
          <w:szCs w:val="24"/>
        </w:rPr>
        <w:t xml:space="preserve">   b) Fuel Truck:       747.00</w:t>
      </w:r>
    </w:p>
    <w:p w14:paraId="6ADCF9B9" w14:textId="77777777" w:rsidR="005A00E1" w:rsidRPr="005A00E1" w:rsidRDefault="005A00E1" w:rsidP="005A00E1">
      <w:pPr>
        <w:spacing w:after="0" w:line="240" w:lineRule="auto"/>
        <w:rPr>
          <w:rFonts w:ascii="Consolas" w:eastAsia="Times New Roman" w:hAnsi="Consolas" w:cs="Calibri"/>
          <w:color w:val="000000"/>
          <w:sz w:val="24"/>
          <w:szCs w:val="24"/>
        </w:rPr>
      </w:pPr>
      <w:r w:rsidRPr="005A00E1">
        <w:rPr>
          <w:rFonts w:ascii="Consolas" w:eastAsia="Times New Roman" w:hAnsi="Consolas" w:cs="Calibri"/>
          <w:color w:val="000000"/>
          <w:sz w:val="24"/>
          <w:szCs w:val="24"/>
        </w:rPr>
        <w:t xml:space="preserve">               Total: 4,557.06</w:t>
      </w:r>
    </w:p>
    <w:p w14:paraId="3A6527D1" w14:textId="77777777" w:rsidR="005A00E1" w:rsidRPr="005A00E1" w:rsidRDefault="005A00E1" w:rsidP="005A00E1">
      <w:pPr>
        <w:spacing w:after="0" w:line="240" w:lineRule="auto"/>
        <w:rPr>
          <w:rFonts w:ascii="Consolas" w:eastAsia="Times New Roman" w:hAnsi="Consolas" w:cs="Calibri"/>
          <w:color w:val="000000"/>
          <w:sz w:val="24"/>
          <w:szCs w:val="24"/>
        </w:rPr>
      </w:pPr>
    </w:p>
    <w:p w14:paraId="55B54F45" w14:textId="77777777" w:rsidR="005A00E1" w:rsidRPr="005A00E1" w:rsidRDefault="005A00E1" w:rsidP="005A00E1">
      <w:pPr>
        <w:spacing w:after="0" w:line="240" w:lineRule="auto"/>
        <w:rPr>
          <w:rFonts w:ascii="Consolas" w:eastAsia="Times New Roman" w:hAnsi="Consolas" w:cs="Calibri"/>
          <w:color w:val="000000"/>
          <w:sz w:val="24"/>
          <w:szCs w:val="24"/>
        </w:rPr>
      </w:pPr>
      <w:r w:rsidRPr="005A00E1">
        <w:rPr>
          <w:rFonts w:ascii="Consolas" w:eastAsia="Times New Roman" w:hAnsi="Consolas" w:cs="Calibri"/>
          <w:color w:val="000000"/>
          <w:sz w:val="24"/>
          <w:szCs w:val="24"/>
        </w:rPr>
        <w:t>2) JET A</w:t>
      </w:r>
    </w:p>
    <w:p w14:paraId="27AEFBCF" w14:textId="77777777" w:rsidR="005A00E1" w:rsidRPr="005A00E1" w:rsidRDefault="005A00E1" w:rsidP="005A00E1">
      <w:pPr>
        <w:spacing w:after="0" w:line="240" w:lineRule="auto"/>
        <w:rPr>
          <w:rFonts w:ascii="Consolas" w:eastAsia="Times New Roman" w:hAnsi="Consolas" w:cs="Calibri"/>
          <w:color w:val="000000"/>
          <w:sz w:val="24"/>
          <w:szCs w:val="24"/>
        </w:rPr>
      </w:pPr>
      <w:r w:rsidRPr="005A00E1">
        <w:rPr>
          <w:rFonts w:ascii="Consolas" w:eastAsia="Times New Roman" w:hAnsi="Consolas" w:cs="Calibri"/>
          <w:color w:val="000000"/>
          <w:sz w:val="24"/>
          <w:szCs w:val="24"/>
        </w:rPr>
        <w:t xml:space="preserve">   a) Fuel Farm Tank: 4,770.51</w:t>
      </w:r>
    </w:p>
    <w:p w14:paraId="7EFF03B2" w14:textId="77777777" w:rsidR="005A00E1" w:rsidRPr="005A00E1" w:rsidRDefault="005A00E1" w:rsidP="005A00E1">
      <w:pPr>
        <w:spacing w:after="0" w:line="240" w:lineRule="auto"/>
        <w:rPr>
          <w:rFonts w:ascii="Consolas" w:eastAsia="Times New Roman" w:hAnsi="Consolas" w:cs="Calibri"/>
          <w:color w:val="000000"/>
          <w:sz w:val="24"/>
          <w:szCs w:val="24"/>
        </w:rPr>
      </w:pPr>
      <w:r w:rsidRPr="005A00E1">
        <w:rPr>
          <w:rFonts w:ascii="Consolas" w:eastAsia="Times New Roman" w:hAnsi="Consolas" w:cs="Calibri"/>
          <w:color w:val="000000"/>
          <w:sz w:val="24"/>
          <w:szCs w:val="24"/>
        </w:rPr>
        <w:t xml:space="preserve">   b) Fuel Truck:       747.00</w:t>
      </w:r>
    </w:p>
    <w:p w14:paraId="183DB928" w14:textId="77777777" w:rsidR="005A00E1" w:rsidRPr="005A00E1" w:rsidRDefault="005A00E1" w:rsidP="005A00E1">
      <w:pPr>
        <w:spacing w:after="0" w:line="240" w:lineRule="auto"/>
        <w:rPr>
          <w:rFonts w:ascii="Consolas" w:eastAsia="Times New Roman" w:hAnsi="Consolas" w:cs="Calibri"/>
          <w:color w:val="000000"/>
          <w:sz w:val="24"/>
          <w:szCs w:val="24"/>
        </w:rPr>
      </w:pPr>
      <w:r w:rsidRPr="005A00E1">
        <w:rPr>
          <w:rFonts w:ascii="Consolas" w:eastAsia="Times New Roman" w:hAnsi="Consolas" w:cs="Calibri"/>
          <w:color w:val="000000"/>
          <w:sz w:val="24"/>
          <w:szCs w:val="24"/>
        </w:rPr>
        <w:t xml:space="preserve">               Total: 5,517.51</w:t>
      </w:r>
    </w:p>
    <w:p w14:paraId="12F4DFD1" w14:textId="77777777" w:rsidR="005A00E1" w:rsidRPr="005A00E1" w:rsidRDefault="005A00E1" w:rsidP="005A00E1">
      <w:pPr>
        <w:spacing w:after="0" w:line="240" w:lineRule="auto"/>
        <w:rPr>
          <w:rFonts w:ascii="Consolas" w:eastAsia="Times New Roman" w:hAnsi="Consolas" w:cs="Calibri"/>
          <w:color w:val="000000"/>
          <w:sz w:val="24"/>
          <w:szCs w:val="24"/>
        </w:rPr>
      </w:pPr>
    </w:p>
    <w:p w14:paraId="573B15D0" w14:textId="77777777" w:rsidR="005A00E1" w:rsidRPr="005A00E1" w:rsidRDefault="005A00E1" w:rsidP="005A00E1">
      <w:pPr>
        <w:spacing w:after="0" w:line="240" w:lineRule="auto"/>
        <w:rPr>
          <w:rFonts w:ascii="Consolas" w:eastAsia="Times New Roman" w:hAnsi="Consolas" w:cs="Calibri"/>
          <w:color w:val="000000"/>
          <w:sz w:val="24"/>
          <w:szCs w:val="24"/>
        </w:rPr>
      </w:pPr>
      <w:r w:rsidRPr="005A00E1">
        <w:rPr>
          <w:rFonts w:ascii="Consolas" w:eastAsia="Times New Roman" w:hAnsi="Consolas" w:cs="Calibri"/>
          <w:color w:val="000000"/>
          <w:sz w:val="24"/>
          <w:szCs w:val="24"/>
        </w:rPr>
        <w:t>NO FUEL PURCHASES THIS MONTH</w:t>
      </w:r>
    </w:p>
    <w:p w14:paraId="10C0B1F2" w14:textId="77777777" w:rsidR="005A00E1" w:rsidRPr="005A00E1" w:rsidRDefault="005A00E1" w:rsidP="005A00E1">
      <w:pPr>
        <w:spacing w:after="0" w:line="240" w:lineRule="auto"/>
        <w:rPr>
          <w:rFonts w:ascii="Consolas" w:eastAsia="Times New Roman" w:hAnsi="Consolas" w:cs="Calibri"/>
          <w:color w:val="000000"/>
          <w:sz w:val="24"/>
          <w:szCs w:val="24"/>
        </w:rPr>
      </w:pPr>
      <w:r w:rsidRPr="005A00E1">
        <w:rPr>
          <w:rFonts w:ascii="Consolas" w:eastAsia="Times New Roman" w:hAnsi="Consolas" w:cs="Calibri"/>
          <w:color w:val="000000"/>
          <w:sz w:val="24"/>
          <w:szCs w:val="24"/>
        </w:rPr>
        <w:t>JET A fuel delivery: Invoice # 1143149</w:t>
      </w:r>
    </w:p>
    <w:p w14:paraId="4B773B2C" w14:textId="77777777" w:rsidR="005A00E1" w:rsidRPr="005A00E1" w:rsidRDefault="005A00E1" w:rsidP="005A00E1">
      <w:pPr>
        <w:spacing w:after="0" w:line="240" w:lineRule="auto"/>
        <w:rPr>
          <w:rFonts w:ascii="Consolas" w:eastAsia="Times New Roman" w:hAnsi="Consolas" w:cs="Calibri"/>
          <w:color w:val="000000"/>
          <w:sz w:val="24"/>
          <w:szCs w:val="24"/>
        </w:rPr>
      </w:pPr>
      <w:r w:rsidRPr="005A00E1">
        <w:rPr>
          <w:rFonts w:ascii="Consolas" w:eastAsia="Times New Roman" w:hAnsi="Consolas" w:cs="Calibri"/>
          <w:color w:val="000000"/>
          <w:sz w:val="24"/>
          <w:szCs w:val="24"/>
        </w:rPr>
        <w:t>Invoice date: 2025-09-09</w:t>
      </w:r>
    </w:p>
    <w:p w14:paraId="3825F1E8" w14:textId="77777777" w:rsidR="005A00E1" w:rsidRPr="005A00E1" w:rsidRDefault="005A00E1" w:rsidP="005A00E1">
      <w:pPr>
        <w:spacing w:after="0" w:line="240" w:lineRule="auto"/>
        <w:rPr>
          <w:rFonts w:ascii="Consolas" w:eastAsia="Times New Roman" w:hAnsi="Consolas" w:cs="Calibri"/>
          <w:color w:val="000000"/>
          <w:sz w:val="24"/>
          <w:szCs w:val="24"/>
        </w:rPr>
      </w:pPr>
      <w:r w:rsidRPr="005A00E1">
        <w:rPr>
          <w:rFonts w:ascii="Consolas" w:eastAsia="Times New Roman" w:hAnsi="Consolas" w:cs="Calibri"/>
          <w:color w:val="000000"/>
          <w:sz w:val="24"/>
          <w:szCs w:val="24"/>
        </w:rPr>
        <w:t>Gallons: 7904</w:t>
      </w:r>
    </w:p>
    <w:p w14:paraId="538A90DA" w14:textId="22BE32D7" w:rsidR="00BD080F" w:rsidRDefault="005A00E1" w:rsidP="005A00E1">
      <w:pPr>
        <w:spacing w:after="0" w:line="240" w:lineRule="auto"/>
        <w:rPr>
          <w:rFonts w:ascii="Consolas" w:eastAsia="Times New Roman" w:hAnsi="Consolas" w:cs="Calibri"/>
          <w:color w:val="000000"/>
          <w:sz w:val="24"/>
          <w:szCs w:val="24"/>
        </w:rPr>
      </w:pPr>
      <w:r w:rsidRPr="005A00E1">
        <w:rPr>
          <w:rFonts w:ascii="Consolas" w:eastAsia="Times New Roman" w:hAnsi="Consolas" w:cs="Calibri"/>
          <w:color w:val="000000"/>
          <w:sz w:val="24"/>
          <w:szCs w:val="24"/>
        </w:rPr>
        <w:t>Total: $22,865.77</w:t>
      </w:r>
    </w:p>
    <w:p w14:paraId="0E7F4012" w14:textId="77777777" w:rsidR="00BD080F" w:rsidRDefault="00BD080F" w:rsidP="0062230B">
      <w:pPr>
        <w:spacing w:after="0" w:line="240" w:lineRule="auto"/>
        <w:rPr>
          <w:rFonts w:ascii="Consolas" w:eastAsia="Times New Roman" w:hAnsi="Consolas" w:cs="Calibri"/>
          <w:color w:val="000000"/>
          <w:sz w:val="24"/>
          <w:szCs w:val="24"/>
        </w:rPr>
      </w:pPr>
    </w:p>
    <w:p w14:paraId="7279E6E2" w14:textId="77777777" w:rsidR="00B041BB" w:rsidRDefault="00B041BB" w:rsidP="0062230B">
      <w:pPr>
        <w:spacing w:after="0" w:line="240" w:lineRule="auto"/>
        <w:rPr>
          <w:rFonts w:ascii="Consolas" w:eastAsia="Times New Roman" w:hAnsi="Consolas" w:cs="Calibri"/>
          <w:color w:val="000000"/>
          <w:sz w:val="24"/>
          <w:szCs w:val="24"/>
        </w:rPr>
        <w:sectPr w:rsidR="00B041BB" w:rsidSect="00FD4570">
          <w:type w:val="continuous"/>
          <w:pgSz w:w="12240" w:h="15840"/>
          <w:pgMar w:top="1440" w:right="1354" w:bottom="720" w:left="1008" w:header="720" w:footer="720" w:gutter="0"/>
          <w:cols w:space="720"/>
          <w:docGrid w:linePitch="360"/>
        </w:sectPr>
      </w:pPr>
    </w:p>
    <w:tbl>
      <w:tblPr>
        <w:tblW w:w="9895" w:type="dxa"/>
        <w:tblLook w:val="04A0" w:firstRow="1" w:lastRow="0" w:firstColumn="1" w:lastColumn="0" w:noHBand="0" w:noVBand="1"/>
      </w:tblPr>
      <w:tblGrid>
        <w:gridCol w:w="9895"/>
      </w:tblGrid>
      <w:tr w:rsidR="0062230B" w:rsidRPr="0062230B" w14:paraId="3BEB6398" w14:textId="77777777" w:rsidTr="00BF2DB0">
        <w:trPr>
          <w:trHeight w:val="315"/>
        </w:trPr>
        <w:tc>
          <w:tcPr>
            <w:tcW w:w="989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noWrap/>
            <w:vAlign w:val="bottom"/>
            <w:hideMark/>
          </w:tcPr>
          <w:p w14:paraId="0D4F7295" w14:textId="3711A55B" w:rsidR="0062230B" w:rsidRPr="0062230B" w:rsidRDefault="0062230B" w:rsidP="00287112">
            <w:pPr>
              <w:spacing w:after="0" w:line="240" w:lineRule="auto"/>
              <w:ind w:left="788" w:hanging="788"/>
              <w:jc w:val="both"/>
              <w:rPr>
                <w:rFonts w:ascii="Consolas" w:eastAsia="Times New Roman" w:hAnsi="Consolas" w:cs="Calibri"/>
                <w:color w:val="000000"/>
                <w:sz w:val="24"/>
                <w:szCs w:val="24"/>
              </w:rPr>
            </w:pPr>
          </w:p>
        </w:tc>
      </w:tr>
    </w:tbl>
    <w:p w14:paraId="68582D82" w14:textId="699E680E" w:rsidR="004075CA" w:rsidRPr="00BB1517" w:rsidRDefault="004075CA" w:rsidP="00E251E4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  <w:r w:rsidRPr="00BB1517">
        <w:rPr>
          <w:rFonts w:ascii="Consolas" w:hAnsi="Consolas"/>
          <w:iCs/>
          <w:sz w:val="24"/>
          <w:szCs w:val="24"/>
        </w:rPr>
        <w:br w:type="page"/>
      </w:r>
    </w:p>
    <w:p w14:paraId="5CF6C652" w14:textId="0A9C1555" w:rsidR="007B7905" w:rsidRPr="00EA569A" w:rsidRDefault="004B71DA" w:rsidP="007B7905">
      <w:pPr>
        <w:spacing w:after="0" w:line="240" w:lineRule="auto"/>
        <w:jc w:val="right"/>
        <w:rPr>
          <w:b/>
        </w:rPr>
      </w:pPr>
      <w:sdt>
        <w:sdtPr>
          <w:rPr>
            <w:b/>
            <w:sz w:val="24"/>
            <w:szCs w:val="24"/>
          </w:rPr>
          <w:alias w:val="Company"/>
          <w:tag w:val=""/>
          <w:id w:val="-168796634"/>
          <w:placeholder>
            <w:docPart w:val="2867606499F44D05AEE2E80279B61B26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r w:rsidR="00206836">
            <w:rPr>
              <w:b/>
              <w:sz w:val="24"/>
              <w:szCs w:val="24"/>
            </w:rPr>
            <w:t>AUG 2025</w:t>
          </w:r>
        </w:sdtContent>
      </w:sdt>
    </w:p>
    <w:p w14:paraId="15D44A00" w14:textId="55B226EF" w:rsidR="0049721D" w:rsidRDefault="0049721D" w:rsidP="006F085F">
      <w:pPr>
        <w:spacing w:after="0" w:line="240" w:lineRule="auto"/>
        <w:jc w:val="center"/>
        <w:rPr>
          <w:rFonts w:ascii="Consolas" w:hAnsi="Consolas"/>
          <w:b/>
          <w:bCs/>
          <w:iCs/>
          <w:sz w:val="24"/>
          <w:szCs w:val="24"/>
        </w:rPr>
      </w:pPr>
      <w:r>
        <w:rPr>
          <w:rFonts w:ascii="Consolas" w:hAnsi="Consolas"/>
          <w:b/>
          <w:bCs/>
          <w:iCs/>
          <w:sz w:val="24"/>
          <w:szCs w:val="24"/>
        </w:rPr>
        <w:t xml:space="preserve">100LL FUEL SALES </w:t>
      </w:r>
      <w:r w:rsidR="006E1FBE">
        <w:rPr>
          <w:rFonts w:ascii="Consolas" w:hAnsi="Consolas"/>
          <w:b/>
          <w:bCs/>
          <w:iCs/>
          <w:sz w:val="24"/>
          <w:szCs w:val="24"/>
        </w:rPr>
        <w:t>202</w:t>
      </w:r>
      <w:r w:rsidR="00E11737">
        <w:rPr>
          <w:rFonts w:ascii="Consolas" w:hAnsi="Consolas"/>
          <w:b/>
          <w:bCs/>
          <w:iCs/>
          <w:sz w:val="24"/>
          <w:szCs w:val="24"/>
        </w:rPr>
        <w:t>3</w:t>
      </w:r>
      <w:r w:rsidR="00ED09F0">
        <w:rPr>
          <w:rFonts w:ascii="Consolas" w:hAnsi="Consolas"/>
          <w:b/>
          <w:bCs/>
          <w:iCs/>
          <w:sz w:val="24"/>
          <w:szCs w:val="24"/>
        </w:rPr>
        <w:t>-202</w:t>
      </w:r>
      <w:r w:rsidR="00E11737">
        <w:rPr>
          <w:rFonts w:ascii="Consolas" w:hAnsi="Consolas"/>
          <w:b/>
          <w:bCs/>
          <w:iCs/>
          <w:sz w:val="24"/>
          <w:szCs w:val="24"/>
        </w:rPr>
        <w:t>5</w:t>
      </w:r>
    </w:p>
    <w:p w14:paraId="32D945F4" w14:textId="10037C60" w:rsidR="008A7EE0" w:rsidRDefault="008A7EE0" w:rsidP="006F085F">
      <w:pPr>
        <w:spacing w:after="0" w:line="240" w:lineRule="auto"/>
        <w:ind w:left="720" w:hanging="720"/>
        <w:jc w:val="center"/>
        <w:rPr>
          <w:rFonts w:ascii="Consolas" w:hAnsi="Consolas"/>
          <w:b/>
          <w:bCs/>
          <w:iCs/>
          <w:sz w:val="24"/>
          <w:szCs w:val="24"/>
        </w:rPr>
      </w:pPr>
    </w:p>
    <w:p w14:paraId="2C3E140A" w14:textId="4B661324" w:rsidR="00677799" w:rsidRDefault="008639CA" w:rsidP="006F085F">
      <w:pPr>
        <w:spacing w:before="120" w:after="0" w:line="240" w:lineRule="auto"/>
        <w:ind w:left="720" w:hanging="720"/>
        <w:jc w:val="center"/>
        <w:rPr>
          <w:rFonts w:ascii="Consolas" w:hAnsi="Consolas"/>
          <w:b/>
          <w:bCs/>
          <w:iCs/>
          <w:sz w:val="24"/>
          <w:szCs w:val="24"/>
        </w:rPr>
        <w:sectPr w:rsidR="00677799" w:rsidSect="00FD4570">
          <w:type w:val="continuous"/>
          <w:pgSz w:w="12240" w:h="15840"/>
          <w:pgMar w:top="1440" w:right="1354" w:bottom="720" w:left="1008" w:header="720" w:footer="720" w:gutter="0"/>
          <w:cols w:space="720"/>
          <w:docGrid w:linePitch="360"/>
        </w:sectPr>
      </w:pPr>
      <w:r w:rsidRPr="008639CA">
        <w:rPr>
          <w:noProof/>
        </w:rPr>
        <w:drawing>
          <wp:inline distT="0" distB="0" distL="0" distR="0" wp14:anchorId="0F74F2C1" wp14:editId="3C654D23">
            <wp:extent cx="6272530" cy="4815205"/>
            <wp:effectExtent l="0" t="0" r="0" b="4445"/>
            <wp:docPr id="1836111218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2530" cy="4815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6E70DA" w14:textId="2A78D8E4" w:rsidR="008A7EE0" w:rsidRDefault="000C75F8" w:rsidP="006F085F">
      <w:pPr>
        <w:spacing w:before="120" w:after="0" w:line="240" w:lineRule="auto"/>
        <w:ind w:left="720" w:hanging="720"/>
        <w:jc w:val="center"/>
        <w:rPr>
          <w:rFonts w:ascii="Consolas" w:hAnsi="Consolas"/>
          <w:b/>
          <w:bCs/>
          <w:iCs/>
          <w:sz w:val="24"/>
          <w:szCs w:val="24"/>
        </w:rPr>
      </w:pPr>
      <w:r>
        <w:rPr>
          <w:rFonts w:ascii="Consolas" w:hAnsi="Consolas"/>
          <w:b/>
          <w:bCs/>
          <w:iCs/>
          <w:sz w:val="24"/>
          <w:szCs w:val="24"/>
        </w:rPr>
        <w:lastRenderedPageBreak/>
        <w:t xml:space="preserve">JET A FUEL SALES </w:t>
      </w:r>
      <w:r w:rsidR="00ED09F0">
        <w:rPr>
          <w:rFonts w:ascii="Consolas" w:hAnsi="Consolas"/>
          <w:b/>
          <w:bCs/>
          <w:iCs/>
          <w:sz w:val="24"/>
          <w:szCs w:val="24"/>
        </w:rPr>
        <w:t>202</w:t>
      </w:r>
      <w:r w:rsidR="00E11737">
        <w:rPr>
          <w:rFonts w:ascii="Consolas" w:hAnsi="Consolas"/>
          <w:b/>
          <w:bCs/>
          <w:iCs/>
          <w:sz w:val="24"/>
          <w:szCs w:val="24"/>
        </w:rPr>
        <w:t>3</w:t>
      </w:r>
      <w:r w:rsidR="00ED09F0">
        <w:rPr>
          <w:rFonts w:ascii="Consolas" w:hAnsi="Consolas"/>
          <w:b/>
          <w:bCs/>
          <w:iCs/>
          <w:sz w:val="24"/>
          <w:szCs w:val="24"/>
        </w:rPr>
        <w:t>-202</w:t>
      </w:r>
      <w:r w:rsidR="00E11737">
        <w:rPr>
          <w:rFonts w:ascii="Consolas" w:hAnsi="Consolas"/>
          <w:b/>
          <w:bCs/>
          <w:iCs/>
          <w:sz w:val="24"/>
          <w:szCs w:val="24"/>
        </w:rPr>
        <w:t>5</w:t>
      </w:r>
    </w:p>
    <w:p w14:paraId="21050FFF" w14:textId="65568AEB" w:rsidR="00D97CA2" w:rsidRDefault="00D97CA2" w:rsidP="006F085F">
      <w:pPr>
        <w:spacing w:before="120" w:after="0" w:line="240" w:lineRule="auto"/>
        <w:ind w:left="720" w:hanging="720"/>
        <w:jc w:val="center"/>
        <w:rPr>
          <w:rFonts w:ascii="Consolas" w:hAnsi="Consolas"/>
          <w:b/>
          <w:bCs/>
          <w:iCs/>
          <w:sz w:val="24"/>
          <w:szCs w:val="24"/>
        </w:rPr>
      </w:pPr>
    </w:p>
    <w:p w14:paraId="7AF23CCF" w14:textId="4B246833" w:rsidR="001E7A0B" w:rsidRDefault="003F0C9A" w:rsidP="003F0C9A">
      <w:pPr>
        <w:spacing w:after="0" w:line="240" w:lineRule="auto"/>
        <w:ind w:left="720" w:hanging="720"/>
        <w:jc w:val="center"/>
        <w:rPr>
          <w:noProof/>
        </w:rPr>
      </w:pPr>
      <w:r w:rsidRPr="003F0C9A">
        <w:rPr>
          <w:noProof/>
        </w:rPr>
        <w:drawing>
          <wp:inline distT="0" distB="0" distL="0" distR="0" wp14:anchorId="509A31FA" wp14:editId="2DBFEE65">
            <wp:extent cx="6272530" cy="4926965"/>
            <wp:effectExtent l="0" t="0" r="0" b="6985"/>
            <wp:docPr id="1108453090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2530" cy="4926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F0C9A">
        <w:t xml:space="preserve"> </w:t>
      </w:r>
      <w:r w:rsidR="00E32933">
        <w:rPr>
          <w:rFonts w:ascii="Consolas" w:hAnsi="Consolas"/>
          <w:b/>
          <w:bCs/>
          <w:iCs/>
          <w:sz w:val="24"/>
          <w:szCs w:val="24"/>
        </w:rPr>
        <w:br w:type="page"/>
      </w:r>
    </w:p>
    <w:p w14:paraId="2EA7617E" w14:textId="66FFA171" w:rsidR="00150DDC" w:rsidRDefault="00150DDC" w:rsidP="00F20A7C">
      <w:pPr>
        <w:spacing w:after="0" w:line="240" w:lineRule="auto"/>
        <w:jc w:val="center"/>
        <w:rPr>
          <w:rFonts w:ascii="Consolas" w:hAnsi="Consolas"/>
          <w:b/>
          <w:bCs/>
          <w:iCs/>
          <w:sz w:val="24"/>
          <w:szCs w:val="24"/>
        </w:rPr>
      </w:pPr>
    </w:p>
    <w:p w14:paraId="6D5C1F6B" w14:textId="69941D4B" w:rsidR="006B2700" w:rsidRDefault="007746A8" w:rsidP="00F20A7C">
      <w:pPr>
        <w:spacing w:after="0" w:line="240" w:lineRule="auto"/>
        <w:jc w:val="center"/>
        <w:rPr>
          <w:rFonts w:ascii="Consolas" w:hAnsi="Consolas"/>
          <w:b/>
          <w:bCs/>
          <w:iCs/>
          <w:sz w:val="24"/>
          <w:szCs w:val="24"/>
        </w:rPr>
      </w:pPr>
      <w:r w:rsidRPr="007746A8">
        <w:rPr>
          <w:noProof/>
        </w:rPr>
        <w:drawing>
          <wp:inline distT="0" distB="0" distL="0" distR="0" wp14:anchorId="0924C97B" wp14:editId="0967AE3D">
            <wp:extent cx="5308600" cy="4165600"/>
            <wp:effectExtent l="0" t="0" r="6350" b="6350"/>
            <wp:docPr id="185467555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8600" cy="416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40459D" w14:textId="3DE45F2F" w:rsidR="006B2700" w:rsidRDefault="00EA00D2" w:rsidP="00F20A7C">
      <w:pPr>
        <w:spacing w:after="0" w:line="240" w:lineRule="auto"/>
        <w:jc w:val="center"/>
        <w:rPr>
          <w:rFonts w:ascii="Consolas" w:hAnsi="Consolas"/>
          <w:b/>
          <w:bCs/>
          <w:iCs/>
          <w:sz w:val="24"/>
          <w:szCs w:val="24"/>
        </w:rPr>
      </w:pPr>
      <w:r w:rsidRPr="00EA00D2">
        <w:rPr>
          <w:rFonts w:ascii="Consolas" w:hAnsi="Consolas"/>
          <w:b/>
          <w:bCs/>
          <w:iCs/>
          <w:noProof/>
          <w:sz w:val="24"/>
          <w:szCs w:val="24"/>
        </w:rPr>
        <w:drawing>
          <wp:inline distT="0" distB="0" distL="0" distR="0" wp14:anchorId="7D245E18" wp14:editId="7BB0216F">
            <wp:extent cx="6272530" cy="3242310"/>
            <wp:effectExtent l="0" t="0" r="0" b="0"/>
            <wp:docPr id="1960552427" name="Picture 1" descr="A screenshot of a flight schedul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0552427" name="Picture 1" descr="A screenshot of a flight schedule&#10;&#10;AI-generated content may be incorrect.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272530" cy="3242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B2700" w:rsidSect="00677799">
      <w:pgSz w:w="12240" w:h="15840"/>
      <w:pgMar w:top="1440" w:right="1354" w:bottom="72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B888D2" w14:textId="77777777" w:rsidR="003123AF" w:rsidRDefault="003123AF" w:rsidP="001D46EF">
      <w:pPr>
        <w:spacing w:after="0" w:line="240" w:lineRule="auto"/>
      </w:pPr>
      <w:r>
        <w:separator/>
      </w:r>
    </w:p>
  </w:endnote>
  <w:endnote w:type="continuationSeparator" w:id="0">
    <w:p w14:paraId="213D37BC" w14:textId="77777777" w:rsidR="003123AF" w:rsidRDefault="003123AF" w:rsidP="001D4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55E4A" w14:textId="77777777" w:rsidR="00BD1B91" w:rsidRDefault="00BD1B91" w:rsidP="00BD1B91">
    <w:pPr>
      <w:tabs>
        <w:tab w:val="center" w:pos="4320"/>
        <w:tab w:val="right" w:pos="8640"/>
      </w:tabs>
      <w:suppressAutoHyphens/>
      <w:autoSpaceDE w:val="0"/>
      <w:spacing w:after="0" w:line="240" w:lineRule="auto"/>
      <w:jc w:val="center"/>
      <w:rPr>
        <w:rFonts w:ascii="Arial" w:eastAsia="Times New Roman" w:hAnsi="Arial" w:cs="Arial"/>
        <w:noProof/>
        <w:color w:val="000066"/>
        <w:szCs w:val="20"/>
      </w:rPr>
    </w:pPr>
  </w:p>
  <w:p w14:paraId="5CB1E35C" w14:textId="50B1DA6D" w:rsidR="00BD1B91" w:rsidRPr="00BD1B91" w:rsidRDefault="00BD1B91" w:rsidP="00BD1B91">
    <w:pPr>
      <w:tabs>
        <w:tab w:val="center" w:pos="4320"/>
        <w:tab w:val="right" w:pos="8640"/>
      </w:tabs>
      <w:suppressAutoHyphens/>
      <w:autoSpaceDE w:val="0"/>
      <w:spacing w:after="0" w:line="240" w:lineRule="auto"/>
      <w:jc w:val="center"/>
      <w:rPr>
        <w:rFonts w:ascii="Arial" w:eastAsia="Times New Roman" w:hAnsi="Arial" w:cs="Arial"/>
        <w:noProof/>
        <w:color w:val="000066"/>
        <w:szCs w:val="20"/>
      </w:rPr>
    </w:pPr>
    <w:r w:rsidRPr="00BD1B91">
      <w:rPr>
        <w:rFonts w:ascii="Arial" w:eastAsia="Times New Roman" w:hAnsi="Arial" w:cs="Arial"/>
        <w:noProof/>
        <w:color w:val="000066"/>
        <w:szCs w:val="20"/>
      </w:rPr>
      <w:t>https://www.kbcr.gov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43228F" w14:textId="77777777" w:rsidR="003123AF" w:rsidRDefault="003123AF" w:rsidP="001D46EF">
      <w:pPr>
        <w:spacing w:after="0" w:line="240" w:lineRule="auto"/>
      </w:pPr>
      <w:r>
        <w:separator/>
      </w:r>
    </w:p>
  </w:footnote>
  <w:footnote w:type="continuationSeparator" w:id="0">
    <w:p w14:paraId="6018071F" w14:textId="77777777" w:rsidR="003123AF" w:rsidRDefault="003123AF" w:rsidP="001D46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E74236" w14:textId="77777777" w:rsidR="001D46EF" w:rsidRPr="001D46EF" w:rsidRDefault="001D46EF" w:rsidP="00025901">
    <w:pPr>
      <w:tabs>
        <w:tab w:val="center" w:pos="6390"/>
      </w:tabs>
      <w:suppressAutoHyphens/>
      <w:autoSpaceDE w:val="0"/>
      <w:spacing w:after="0" w:line="240" w:lineRule="auto"/>
      <w:rPr>
        <w:rFonts w:ascii="Arial" w:eastAsia="Times New Roman" w:hAnsi="Arial" w:cs="Arial"/>
        <w:noProof/>
        <w:color w:val="000066"/>
        <w:sz w:val="32"/>
        <w:szCs w:val="20"/>
      </w:rPr>
    </w:pPr>
    <w:r w:rsidRPr="001D46EF">
      <w:rPr>
        <w:rFonts w:ascii="Arial" w:eastAsia="Times New Roman" w:hAnsi="Arial" w:cs="Arial"/>
        <w:noProof/>
        <w:color w:val="000066"/>
        <w:sz w:val="32"/>
        <w:szCs w:val="20"/>
      </w:rPr>
      <w:drawing>
        <wp:anchor distT="0" distB="0" distL="114300" distR="114300" simplePos="0" relativeHeight="251659264" behindDoc="0" locked="0" layoutInCell="1" allowOverlap="1" wp14:anchorId="509D6CCB" wp14:editId="4263985D">
          <wp:simplePos x="0" y="0"/>
          <wp:positionH relativeFrom="column">
            <wp:posOffset>6020</wp:posOffset>
          </wp:positionH>
          <wp:positionV relativeFrom="paragraph">
            <wp:posOffset>-41910</wp:posOffset>
          </wp:positionV>
          <wp:extent cx="1574800" cy="824230"/>
          <wp:effectExtent l="0" t="0" r="0" b="0"/>
          <wp:wrapSquare wrapText="bothSides"/>
          <wp:docPr id="25" name="Picture 0" descr="Tri-County Airport Logo 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ri-County Airport Logo 3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4800" cy="8242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D46EF">
      <w:rPr>
        <w:rFonts w:ascii="Arial" w:eastAsia="Times New Roman" w:hAnsi="Arial" w:cs="Arial"/>
        <w:noProof/>
        <w:color w:val="000066"/>
        <w:sz w:val="32"/>
        <w:szCs w:val="20"/>
      </w:rPr>
      <w:tab/>
      <w:t>Tri-County Airport Authority</w:t>
    </w:r>
  </w:p>
  <w:p w14:paraId="61E3DF8A" w14:textId="77777777" w:rsidR="001D46EF" w:rsidRPr="001D46EF" w:rsidRDefault="001D46EF" w:rsidP="00025901">
    <w:pPr>
      <w:tabs>
        <w:tab w:val="center" w:pos="6390"/>
      </w:tabs>
      <w:suppressAutoHyphens/>
      <w:autoSpaceDE w:val="0"/>
      <w:spacing w:after="0" w:line="240" w:lineRule="auto"/>
      <w:rPr>
        <w:rFonts w:ascii="Arial" w:eastAsia="Times New Roman" w:hAnsi="Arial" w:cs="Arial"/>
        <w:noProof/>
        <w:color w:val="000066"/>
        <w:szCs w:val="20"/>
      </w:rPr>
    </w:pPr>
    <w:r w:rsidRPr="001D46EF">
      <w:rPr>
        <w:rFonts w:ascii="Arial" w:eastAsia="Times New Roman" w:hAnsi="Arial" w:cs="Arial"/>
        <w:noProof/>
        <w:color w:val="000066"/>
        <w:szCs w:val="20"/>
      </w:rPr>
      <w:tab/>
      <w:t>1983 Tri-County Airport Rd - Bonifay, FL 32425</w:t>
    </w:r>
  </w:p>
  <w:p w14:paraId="7E03ADBC" w14:textId="77777777" w:rsidR="001D46EF" w:rsidRPr="001D46EF" w:rsidRDefault="001D46EF" w:rsidP="00025901">
    <w:pPr>
      <w:tabs>
        <w:tab w:val="center" w:pos="6390"/>
      </w:tabs>
      <w:suppressAutoHyphens/>
      <w:autoSpaceDE w:val="0"/>
      <w:spacing w:after="120" w:line="240" w:lineRule="auto"/>
      <w:rPr>
        <w:rFonts w:ascii="Arial" w:eastAsia="Times New Roman" w:hAnsi="Arial" w:cs="Arial"/>
        <w:noProof/>
        <w:color w:val="000066"/>
        <w:szCs w:val="20"/>
      </w:rPr>
    </w:pPr>
    <w:r w:rsidRPr="001D46EF">
      <w:rPr>
        <w:rFonts w:ascii="Arial" w:eastAsia="Times New Roman" w:hAnsi="Arial" w:cs="Arial"/>
        <w:noProof/>
        <w:color w:val="000066"/>
        <w:szCs w:val="20"/>
      </w:rPr>
      <w:tab/>
      <w:t>Mail: PO Box 756 - Bonifay, FL 32425</w:t>
    </w:r>
  </w:p>
  <w:p w14:paraId="166ACCBD" w14:textId="15DDDEE7" w:rsidR="001D46EF" w:rsidRPr="001D46EF" w:rsidRDefault="001D46EF" w:rsidP="00025901">
    <w:pPr>
      <w:tabs>
        <w:tab w:val="center" w:pos="4320"/>
        <w:tab w:val="right" w:pos="8640"/>
      </w:tabs>
      <w:suppressAutoHyphens/>
      <w:autoSpaceDE w:val="0"/>
      <w:spacing w:after="120" w:line="240" w:lineRule="auto"/>
      <w:jc w:val="center"/>
      <w:rPr>
        <w:rFonts w:ascii="Arial" w:eastAsia="Times New Roman" w:hAnsi="Arial" w:cs="Arial"/>
        <w:noProof/>
        <w:color w:val="000066"/>
        <w:szCs w:val="20"/>
      </w:rPr>
    </w:pPr>
    <w:r w:rsidRPr="001D46EF">
      <w:rPr>
        <w:rFonts w:ascii="Arial" w:eastAsia="Times New Roman" w:hAnsi="Arial" w:cs="Arial"/>
        <w:noProof/>
        <w:color w:val="000066"/>
        <w:szCs w:val="20"/>
      </w:rPr>
      <w:t>________________________________</w:t>
    </w:r>
    <w:r w:rsidR="00F042A2">
      <w:rPr>
        <w:rFonts w:ascii="Arial" w:eastAsia="Times New Roman" w:hAnsi="Arial" w:cs="Arial"/>
        <w:noProof/>
        <w:color w:val="000066"/>
        <w:szCs w:val="20"/>
      </w:rPr>
      <w:t>________</w:t>
    </w:r>
    <w:r w:rsidRPr="001D46EF">
      <w:rPr>
        <w:rFonts w:ascii="Arial" w:eastAsia="Times New Roman" w:hAnsi="Arial" w:cs="Arial"/>
        <w:noProof/>
        <w:color w:val="000066"/>
        <w:szCs w:val="20"/>
      </w:rPr>
      <w:t>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63770"/>
    <w:multiLevelType w:val="multilevel"/>
    <w:tmpl w:val="989E5018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DD07818"/>
    <w:multiLevelType w:val="multilevel"/>
    <w:tmpl w:val="FE0CD3E0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E706808"/>
    <w:multiLevelType w:val="hybridMultilevel"/>
    <w:tmpl w:val="A794476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CE22882"/>
    <w:multiLevelType w:val="hybridMultilevel"/>
    <w:tmpl w:val="77A2DE2E"/>
    <w:lvl w:ilvl="0" w:tplc="04090013">
      <w:start w:val="1"/>
      <w:numFmt w:val="upperRoman"/>
      <w:lvlText w:val="%1."/>
      <w:lvlJc w:val="righ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" w15:restartNumberingAfterBreak="0">
    <w:nsid w:val="34740ECD"/>
    <w:multiLevelType w:val="multilevel"/>
    <w:tmpl w:val="D8A4CB7A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AF15FB0"/>
    <w:multiLevelType w:val="multilevel"/>
    <w:tmpl w:val="6090F242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9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C996C3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52427BC9"/>
    <w:multiLevelType w:val="multilevel"/>
    <w:tmpl w:val="989E5018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57C55B62"/>
    <w:multiLevelType w:val="hybridMultilevel"/>
    <w:tmpl w:val="FA1222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CB7C21"/>
    <w:multiLevelType w:val="hybridMultilevel"/>
    <w:tmpl w:val="0D20E5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34120444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  <w:color w:val="C45911" w:themeColor="accent2" w:themeShade="BF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9B3C73"/>
    <w:multiLevelType w:val="multilevel"/>
    <w:tmpl w:val="A1F6C846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7922596A"/>
    <w:multiLevelType w:val="hybridMultilevel"/>
    <w:tmpl w:val="05E20B70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2" w15:restartNumberingAfterBreak="0">
    <w:nsid w:val="7DB13798"/>
    <w:multiLevelType w:val="multilevel"/>
    <w:tmpl w:val="90E63D7A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289632968">
    <w:abstractNumId w:val="3"/>
  </w:num>
  <w:num w:numId="2" w16cid:durableId="1541285038">
    <w:abstractNumId w:val="11"/>
  </w:num>
  <w:num w:numId="3" w16cid:durableId="1313634739">
    <w:abstractNumId w:val="12"/>
  </w:num>
  <w:num w:numId="4" w16cid:durableId="513959383">
    <w:abstractNumId w:val="4"/>
  </w:num>
  <w:num w:numId="5" w16cid:durableId="1674920178">
    <w:abstractNumId w:val="7"/>
  </w:num>
  <w:num w:numId="6" w16cid:durableId="425923737">
    <w:abstractNumId w:val="5"/>
  </w:num>
  <w:num w:numId="7" w16cid:durableId="2016565249">
    <w:abstractNumId w:val="0"/>
  </w:num>
  <w:num w:numId="8" w16cid:durableId="2082217141">
    <w:abstractNumId w:val="1"/>
  </w:num>
  <w:num w:numId="9" w16cid:durableId="431046354">
    <w:abstractNumId w:val="10"/>
  </w:num>
  <w:num w:numId="10" w16cid:durableId="338897734">
    <w:abstractNumId w:val="6"/>
  </w:num>
  <w:num w:numId="11" w16cid:durableId="167445926">
    <w:abstractNumId w:val="8"/>
  </w:num>
  <w:num w:numId="12" w16cid:durableId="1049257664">
    <w:abstractNumId w:val="2"/>
  </w:num>
  <w:num w:numId="13" w16cid:durableId="2960324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063"/>
    <w:rsid w:val="00000C6F"/>
    <w:rsid w:val="000029CC"/>
    <w:rsid w:val="00003B10"/>
    <w:rsid w:val="00004B85"/>
    <w:rsid w:val="000055C6"/>
    <w:rsid w:val="00007FA1"/>
    <w:rsid w:val="00010A7B"/>
    <w:rsid w:val="0001624B"/>
    <w:rsid w:val="000163FF"/>
    <w:rsid w:val="00017A48"/>
    <w:rsid w:val="000204E8"/>
    <w:rsid w:val="0002077A"/>
    <w:rsid w:val="00020ECF"/>
    <w:rsid w:val="000218E6"/>
    <w:rsid w:val="00021ACA"/>
    <w:rsid w:val="00022674"/>
    <w:rsid w:val="0002290A"/>
    <w:rsid w:val="000230D3"/>
    <w:rsid w:val="00023B99"/>
    <w:rsid w:val="0002434B"/>
    <w:rsid w:val="000244B4"/>
    <w:rsid w:val="00025901"/>
    <w:rsid w:val="000267F4"/>
    <w:rsid w:val="00027387"/>
    <w:rsid w:val="00027DBA"/>
    <w:rsid w:val="000309A9"/>
    <w:rsid w:val="00030FA7"/>
    <w:rsid w:val="000318AB"/>
    <w:rsid w:val="000334F3"/>
    <w:rsid w:val="00035066"/>
    <w:rsid w:val="00036C4D"/>
    <w:rsid w:val="00037B4B"/>
    <w:rsid w:val="00037BC8"/>
    <w:rsid w:val="000406C6"/>
    <w:rsid w:val="00042738"/>
    <w:rsid w:val="00042F05"/>
    <w:rsid w:val="000441BC"/>
    <w:rsid w:val="000443CB"/>
    <w:rsid w:val="00044452"/>
    <w:rsid w:val="000503D5"/>
    <w:rsid w:val="0005097B"/>
    <w:rsid w:val="000512AC"/>
    <w:rsid w:val="00051967"/>
    <w:rsid w:val="00051BBF"/>
    <w:rsid w:val="00052624"/>
    <w:rsid w:val="00052A8A"/>
    <w:rsid w:val="00053689"/>
    <w:rsid w:val="000544F9"/>
    <w:rsid w:val="000547C0"/>
    <w:rsid w:val="000555B7"/>
    <w:rsid w:val="00060F9F"/>
    <w:rsid w:val="00061B03"/>
    <w:rsid w:val="00061CC5"/>
    <w:rsid w:val="00061F55"/>
    <w:rsid w:val="000624E1"/>
    <w:rsid w:val="000631D3"/>
    <w:rsid w:val="0006329F"/>
    <w:rsid w:val="00070BDE"/>
    <w:rsid w:val="00072264"/>
    <w:rsid w:val="00072AF7"/>
    <w:rsid w:val="0007332B"/>
    <w:rsid w:val="00073494"/>
    <w:rsid w:val="0007474C"/>
    <w:rsid w:val="0007555E"/>
    <w:rsid w:val="0007595A"/>
    <w:rsid w:val="00075980"/>
    <w:rsid w:val="00077031"/>
    <w:rsid w:val="00077B6C"/>
    <w:rsid w:val="00080CB7"/>
    <w:rsid w:val="0008201C"/>
    <w:rsid w:val="00082E24"/>
    <w:rsid w:val="00082EDA"/>
    <w:rsid w:val="00082FD4"/>
    <w:rsid w:val="000831FB"/>
    <w:rsid w:val="0008506B"/>
    <w:rsid w:val="000851EB"/>
    <w:rsid w:val="00085C0C"/>
    <w:rsid w:val="000945DB"/>
    <w:rsid w:val="000947E8"/>
    <w:rsid w:val="000967D2"/>
    <w:rsid w:val="00096A50"/>
    <w:rsid w:val="00096DFE"/>
    <w:rsid w:val="00097CBF"/>
    <w:rsid w:val="000A0A88"/>
    <w:rsid w:val="000A1FBE"/>
    <w:rsid w:val="000A2668"/>
    <w:rsid w:val="000A2768"/>
    <w:rsid w:val="000A40BC"/>
    <w:rsid w:val="000A5981"/>
    <w:rsid w:val="000A7A79"/>
    <w:rsid w:val="000B0267"/>
    <w:rsid w:val="000B0D3C"/>
    <w:rsid w:val="000B262C"/>
    <w:rsid w:val="000B2A36"/>
    <w:rsid w:val="000B2D0F"/>
    <w:rsid w:val="000B32F9"/>
    <w:rsid w:val="000B3432"/>
    <w:rsid w:val="000B4099"/>
    <w:rsid w:val="000B4275"/>
    <w:rsid w:val="000B5E5A"/>
    <w:rsid w:val="000B678A"/>
    <w:rsid w:val="000C122E"/>
    <w:rsid w:val="000C17A1"/>
    <w:rsid w:val="000C2553"/>
    <w:rsid w:val="000C5570"/>
    <w:rsid w:val="000C6397"/>
    <w:rsid w:val="000C6A42"/>
    <w:rsid w:val="000C6B2D"/>
    <w:rsid w:val="000C75F8"/>
    <w:rsid w:val="000D055D"/>
    <w:rsid w:val="000D0F38"/>
    <w:rsid w:val="000D213F"/>
    <w:rsid w:val="000D2A8B"/>
    <w:rsid w:val="000D36E1"/>
    <w:rsid w:val="000D4E22"/>
    <w:rsid w:val="000D4E90"/>
    <w:rsid w:val="000D5072"/>
    <w:rsid w:val="000D7C66"/>
    <w:rsid w:val="000E4B0C"/>
    <w:rsid w:val="000E637C"/>
    <w:rsid w:val="000E65D8"/>
    <w:rsid w:val="000E79FB"/>
    <w:rsid w:val="000F116A"/>
    <w:rsid w:val="000F197D"/>
    <w:rsid w:val="000F2360"/>
    <w:rsid w:val="000F30E0"/>
    <w:rsid w:val="000F338E"/>
    <w:rsid w:val="000F39E6"/>
    <w:rsid w:val="000F3B0A"/>
    <w:rsid w:val="000F4E19"/>
    <w:rsid w:val="000F5846"/>
    <w:rsid w:val="000F5C53"/>
    <w:rsid w:val="000F6048"/>
    <w:rsid w:val="000F64DC"/>
    <w:rsid w:val="000F69ED"/>
    <w:rsid w:val="000F6A18"/>
    <w:rsid w:val="000F6C74"/>
    <w:rsid w:val="0010114E"/>
    <w:rsid w:val="00105C85"/>
    <w:rsid w:val="001063FA"/>
    <w:rsid w:val="00106E0A"/>
    <w:rsid w:val="00107996"/>
    <w:rsid w:val="00107CE5"/>
    <w:rsid w:val="00107CF3"/>
    <w:rsid w:val="001114E5"/>
    <w:rsid w:val="00112344"/>
    <w:rsid w:val="0011297C"/>
    <w:rsid w:val="00113841"/>
    <w:rsid w:val="001138A6"/>
    <w:rsid w:val="00113E34"/>
    <w:rsid w:val="00114C0F"/>
    <w:rsid w:val="001156B1"/>
    <w:rsid w:val="00116157"/>
    <w:rsid w:val="00116A18"/>
    <w:rsid w:val="00116F87"/>
    <w:rsid w:val="001221C7"/>
    <w:rsid w:val="00122CA5"/>
    <w:rsid w:val="001234FB"/>
    <w:rsid w:val="0012445D"/>
    <w:rsid w:val="001247C6"/>
    <w:rsid w:val="00125462"/>
    <w:rsid w:val="00126AC4"/>
    <w:rsid w:val="00127262"/>
    <w:rsid w:val="00127816"/>
    <w:rsid w:val="0012799B"/>
    <w:rsid w:val="00130CFF"/>
    <w:rsid w:val="00131837"/>
    <w:rsid w:val="00131AE1"/>
    <w:rsid w:val="001325E9"/>
    <w:rsid w:val="00132C89"/>
    <w:rsid w:val="001333D4"/>
    <w:rsid w:val="0013416B"/>
    <w:rsid w:val="0013487E"/>
    <w:rsid w:val="001356E1"/>
    <w:rsid w:val="00136A31"/>
    <w:rsid w:val="00140887"/>
    <w:rsid w:val="001419EC"/>
    <w:rsid w:val="001423C4"/>
    <w:rsid w:val="00143717"/>
    <w:rsid w:val="00144510"/>
    <w:rsid w:val="001458C5"/>
    <w:rsid w:val="001471A3"/>
    <w:rsid w:val="00150BF7"/>
    <w:rsid w:val="00150DDC"/>
    <w:rsid w:val="00152003"/>
    <w:rsid w:val="00152F43"/>
    <w:rsid w:val="00153B12"/>
    <w:rsid w:val="001559A4"/>
    <w:rsid w:val="00155AC1"/>
    <w:rsid w:val="00157693"/>
    <w:rsid w:val="001617BE"/>
    <w:rsid w:val="00162F15"/>
    <w:rsid w:val="001651E5"/>
    <w:rsid w:val="00165B95"/>
    <w:rsid w:val="001669AC"/>
    <w:rsid w:val="0016747D"/>
    <w:rsid w:val="0017194E"/>
    <w:rsid w:val="00173ACF"/>
    <w:rsid w:val="001741EA"/>
    <w:rsid w:val="00174238"/>
    <w:rsid w:val="00174EE4"/>
    <w:rsid w:val="00175273"/>
    <w:rsid w:val="00176EBD"/>
    <w:rsid w:val="001775F5"/>
    <w:rsid w:val="001806B1"/>
    <w:rsid w:val="0018149A"/>
    <w:rsid w:val="00182728"/>
    <w:rsid w:val="00183093"/>
    <w:rsid w:val="00186615"/>
    <w:rsid w:val="0018710F"/>
    <w:rsid w:val="00187508"/>
    <w:rsid w:val="001877C1"/>
    <w:rsid w:val="00187986"/>
    <w:rsid w:val="00190496"/>
    <w:rsid w:val="0019099E"/>
    <w:rsid w:val="00190A38"/>
    <w:rsid w:val="00190F06"/>
    <w:rsid w:val="00191A19"/>
    <w:rsid w:val="00194A1E"/>
    <w:rsid w:val="00194E23"/>
    <w:rsid w:val="0019628A"/>
    <w:rsid w:val="00197C6C"/>
    <w:rsid w:val="001A0231"/>
    <w:rsid w:val="001A0F53"/>
    <w:rsid w:val="001A1B24"/>
    <w:rsid w:val="001A2E84"/>
    <w:rsid w:val="001A328F"/>
    <w:rsid w:val="001A423F"/>
    <w:rsid w:val="001A4660"/>
    <w:rsid w:val="001A7123"/>
    <w:rsid w:val="001B1563"/>
    <w:rsid w:val="001B2422"/>
    <w:rsid w:val="001B3CB5"/>
    <w:rsid w:val="001B6E84"/>
    <w:rsid w:val="001B7DB0"/>
    <w:rsid w:val="001C0447"/>
    <w:rsid w:val="001C0687"/>
    <w:rsid w:val="001C0B82"/>
    <w:rsid w:val="001C2EEB"/>
    <w:rsid w:val="001D21C3"/>
    <w:rsid w:val="001D46EF"/>
    <w:rsid w:val="001D4F78"/>
    <w:rsid w:val="001D5761"/>
    <w:rsid w:val="001D68E9"/>
    <w:rsid w:val="001D7140"/>
    <w:rsid w:val="001E0CFF"/>
    <w:rsid w:val="001E0D23"/>
    <w:rsid w:val="001E0E88"/>
    <w:rsid w:val="001E1301"/>
    <w:rsid w:val="001E5070"/>
    <w:rsid w:val="001E59D8"/>
    <w:rsid w:val="001E5AA6"/>
    <w:rsid w:val="001E6558"/>
    <w:rsid w:val="001E7A0B"/>
    <w:rsid w:val="001E7CA5"/>
    <w:rsid w:val="001F1592"/>
    <w:rsid w:val="001F3A8A"/>
    <w:rsid w:val="001F4BC9"/>
    <w:rsid w:val="001F5782"/>
    <w:rsid w:val="001F590B"/>
    <w:rsid w:val="001F632C"/>
    <w:rsid w:val="001F7744"/>
    <w:rsid w:val="002001EE"/>
    <w:rsid w:val="00200834"/>
    <w:rsid w:val="00201EC7"/>
    <w:rsid w:val="00204278"/>
    <w:rsid w:val="00206836"/>
    <w:rsid w:val="00206B9D"/>
    <w:rsid w:val="00211E8F"/>
    <w:rsid w:val="00212722"/>
    <w:rsid w:val="00212891"/>
    <w:rsid w:val="00215024"/>
    <w:rsid w:val="00215A95"/>
    <w:rsid w:val="002165E3"/>
    <w:rsid w:val="00217296"/>
    <w:rsid w:val="00221E08"/>
    <w:rsid w:val="0022425B"/>
    <w:rsid w:val="00225B49"/>
    <w:rsid w:val="0022704F"/>
    <w:rsid w:val="0023045B"/>
    <w:rsid w:val="00233D63"/>
    <w:rsid w:val="00233F14"/>
    <w:rsid w:val="0023659F"/>
    <w:rsid w:val="00237A89"/>
    <w:rsid w:val="00240698"/>
    <w:rsid w:val="00243417"/>
    <w:rsid w:val="002472CD"/>
    <w:rsid w:val="002475C0"/>
    <w:rsid w:val="00247907"/>
    <w:rsid w:val="00247EEE"/>
    <w:rsid w:val="00250364"/>
    <w:rsid w:val="0025496D"/>
    <w:rsid w:val="00255447"/>
    <w:rsid w:val="00255CAE"/>
    <w:rsid w:val="00257BBA"/>
    <w:rsid w:val="00257E1E"/>
    <w:rsid w:val="00260123"/>
    <w:rsid w:val="00263274"/>
    <w:rsid w:val="00263A49"/>
    <w:rsid w:val="0026423D"/>
    <w:rsid w:val="002644FD"/>
    <w:rsid w:val="002646B0"/>
    <w:rsid w:val="00266658"/>
    <w:rsid w:val="00272363"/>
    <w:rsid w:val="0027396D"/>
    <w:rsid w:val="00273C45"/>
    <w:rsid w:val="00274BA2"/>
    <w:rsid w:val="00275BEF"/>
    <w:rsid w:val="0028021F"/>
    <w:rsid w:val="00285B98"/>
    <w:rsid w:val="00287112"/>
    <w:rsid w:val="002916D9"/>
    <w:rsid w:val="002917F8"/>
    <w:rsid w:val="00291B7B"/>
    <w:rsid w:val="00293831"/>
    <w:rsid w:val="00295576"/>
    <w:rsid w:val="00296103"/>
    <w:rsid w:val="00297EB8"/>
    <w:rsid w:val="002A0EC9"/>
    <w:rsid w:val="002A1579"/>
    <w:rsid w:val="002A3476"/>
    <w:rsid w:val="002A4049"/>
    <w:rsid w:val="002A48DD"/>
    <w:rsid w:val="002A49A7"/>
    <w:rsid w:val="002A571D"/>
    <w:rsid w:val="002A6B26"/>
    <w:rsid w:val="002B0300"/>
    <w:rsid w:val="002B206B"/>
    <w:rsid w:val="002B309B"/>
    <w:rsid w:val="002B3AF8"/>
    <w:rsid w:val="002B4447"/>
    <w:rsid w:val="002B5D41"/>
    <w:rsid w:val="002B5DD2"/>
    <w:rsid w:val="002B77BA"/>
    <w:rsid w:val="002C2505"/>
    <w:rsid w:val="002C2584"/>
    <w:rsid w:val="002C2C78"/>
    <w:rsid w:val="002C4214"/>
    <w:rsid w:val="002C6C42"/>
    <w:rsid w:val="002C748E"/>
    <w:rsid w:val="002C74A1"/>
    <w:rsid w:val="002C75CB"/>
    <w:rsid w:val="002D0FAE"/>
    <w:rsid w:val="002D16B3"/>
    <w:rsid w:val="002D17CB"/>
    <w:rsid w:val="002D1FCF"/>
    <w:rsid w:val="002D47DC"/>
    <w:rsid w:val="002D496F"/>
    <w:rsid w:val="002D52E7"/>
    <w:rsid w:val="002D7AF4"/>
    <w:rsid w:val="002E06BA"/>
    <w:rsid w:val="002E0876"/>
    <w:rsid w:val="002E0946"/>
    <w:rsid w:val="002E161D"/>
    <w:rsid w:val="002E182D"/>
    <w:rsid w:val="002E35C3"/>
    <w:rsid w:val="002E3CED"/>
    <w:rsid w:val="002E615C"/>
    <w:rsid w:val="002E69DC"/>
    <w:rsid w:val="002F0297"/>
    <w:rsid w:val="002F0360"/>
    <w:rsid w:val="002F2894"/>
    <w:rsid w:val="002F28A7"/>
    <w:rsid w:val="002F3724"/>
    <w:rsid w:val="002F5FEB"/>
    <w:rsid w:val="002F6627"/>
    <w:rsid w:val="002F6C8E"/>
    <w:rsid w:val="002F7376"/>
    <w:rsid w:val="002F7754"/>
    <w:rsid w:val="00300065"/>
    <w:rsid w:val="00300431"/>
    <w:rsid w:val="00300AB8"/>
    <w:rsid w:val="00301521"/>
    <w:rsid w:val="00301A01"/>
    <w:rsid w:val="003027E0"/>
    <w:rsid w:val="0030361E"/>
    <w:rsid w:val="003036A6"/>
    <w:rsid w:val="00306C05"/>
    <w:rsid w:val="00307ABE"/>
    <w:rsid w:val="003123AF"/>
    <w:rsid w:val="00312766"/>
    <w:rsid w:val="003153A0"/>
    <w:rsid w:val="00316500"/>
    <w:rsid w:val="00316604"/>
    <w:rsid w:val="00316852"/>
    <w:rsid w:val="00316B17"/>
    <w:rsid w:val="00323017"/>
    <w:rsid w:val="00324785"/>
    <w:rsid w:val="00324796"/>
    <w:rsid w:val="003277AE"/>
    <w:rsid w:val="00327C2B"/>
    <w:rsid w:val="00330C3E"/>
    <w:rsid w:val="0033148E"/>
    <w:rsid w:val="003340BE"/>
    <w:rsid w:val="00334A3D"/>
    <w:rsid w:val="00337954"/>
    <w:rsid w:val="00337BEE"/>
    <w:rsid w:val="00340488"/>
    <w:rsid w:val="003405EB"/>
    <w:rsid w:val="00340B0E"/>
    <w:rsid w:val="00341EF1"/>
    <w:rsid w:val="0034222A"/>
    <w:rsid w:val="00342E86"/>
    <w:rsid w:val="00343BB5"/>
    <w:rsid w:val="00344136"/>
    <w:rsid w:val="003444CF"/>
    <w:rsid w:val="00344846"/>
    <w:rsid w:val="00346894"/>
    <w:rsid w:val="0034690C"/>
    <w:rsid w:val="00346E26"/>
    <w:rsid w:val="0034764C"/>
    <w:rsid w:val="00350263"/>
    <w:rsid w:val="00351524"/>
    <w:rsid w:val="003529A0"/>
    <w:rsid w:val="00352B57"/>
    <w:rsid w:val="003530A8"/>
    <w:rsid w:val="0035783D"/>
    <w:rsid w:val="00357D21"/>
    <w:rsid w:val="00360E76"/>
    <w:rsid w:val="00361747"/>
    <w:rsid w:val="003621D8"/>
    <w:rsid w:val="003630A5"/>
    <w:rsid w:val="0036508E"/>
    <w:rsid w:val="00365280"/>
    <w:rsid w:val="00366497"/>
    <w:rsid w:val="003675B3"/>
    <w:rsid w:val="00370084"/>
    <w:rsid w:val="00374B69"/>
    <w:rsid w:val="00374D53"/>
    <w:rsid w:val="003752AB"/>
    <w:rsid w:val="003757A0"/>
    <w:rsid w:val="00377BA7"/>
    <w:rsid w:val="00380B2C"/>
    <w:rsid w:val="003841AD"/>
    <w:rsid w:val="00384273"/>
    <w:rsid w:val="003842D1"/>
    <w:rsid w:val="00385626"/>
    <w:rsid w:val="00385E7B"/>
    <w:rsid w:val="00386210"/>
    <w:rsid w:val="003867E8"/>
    <w:rsid w:val="003872DC"/>
    <w:rsid w:val="003872FF"/>
    <w:rsid w:val="00387863"/>
    <w:rsid w:val="00387E3E"/>
    <w:rsid w:val="00390F2A"/>
    <w:rsid w:val="00394AA1"/>
    <w:rsid w:val="00395673"/>
    <w:rsid w:val="00397AEB"/>
    <w:rsid w:val="003A269E"/>
    <w:rsid w:val="003A2C49"/>
    <w:rsid w:val="003A354F"/>
    <w:rsid w:val="003A36AA"/>
    <w:rsid w:val="003A4275"/>
    <w:rsid w:val="003B0348"/>
    <w:rsid w:val="003B1FB2"/>
    <w:rsid w:val="003B2930"/>
    <w:rsid w:val="003B2C90"/>
    <w:rsid w:val="003B31D8"/>
    <w:rsid w:val="003B41FC"/>
    <w:rsid w:val="003B4E62"/>
    <w:rsid w:val="003B7E43"/>
    <w:rsid w:val="003C138E"/>
    <w:rsid w:val="003C1C24"/>
    <w:rsid w:val="003C1FE3"/>
    <w:rsid w:val="003C228C"/>
    <w:rsid w:val="003C23B6"/>
    <w:rsid w:val="003C24A8"/>
    <w:rsid w:val="003C49A0"/>
    <w:rsid w:val="003C67DB"/>
    <w:rsid w:val="003C67EF"/>
    <w:rsid w:val="003C6968"/>
    <w:rsid w:val="003C70E4"/>
    <w:rsid w:val="003C7481"/>
    <w:rsid w:val="003C7547"/>
    <w:rsid w:val="003C7DD5"/>
    <w:rsid w:val="003D05FD"/>
    <w:rsid w:val="003D076A"/>
    <w:rsid w:val="003D0B6B"/>
    <w:rsid w:val="003D2742"/>
    <w:rsid w:val="003D3D79"/>
    <w:rsid w:val="003D4702"/>
    <w:rsid w:val="003D58DB"/>
    <w:rsid w:val="003D730B"/>
    <w:rsid w:val="003E02A2"/>
    <w:rsid w:val="003E0D73"/>
    <w:rsid w:val="003E15F3"/>
    <w:rsid w:val="003E180F"/>
    <w:rsid w:val="003E215B"/>
    <w:rsid w:val="003E4375"/>
    <w:rsid w:val="003E4BCB"/>
    <w:rsid w:val="003F0C9A"/>
    <w:rsid w:val="003F10D3"/>
    <w:rsid w:val="003F1DE7"/>
    <w:rsid w:val="003F2C9E"/>
    <w:rsid w:val="003F3E6B"/>
    <w:rsid w:val="003F7874"/>
    <w:rsid w:val="00400396"/>
    <w:rsid w:val="00400A43"/>
    <w:rsid w:val="00402D48"/>
    <w:rsid w:val="00406B10"/>
    <w:rsid w:val="004075CA"/>
    <w:rsid w:val="00410A3C"/>
    <w:rsid w:val="00411AFE"/>
    <w:rsid w:val="00411BC0"/>
    <w:rsid w:val="00411DE0"/>
    <w:rsid w:val="004126A0"/>
    <w:rsid w:val="00412AF0"/>
    <w:rsid w:val="00412E8B"/>
    <w:rsid w:val="00416871"/>
    <w:rsid w:val="00416872"/>
    <w:rsid w:val="00417063"/>
    <w:rsid w:val="0041796A"/>
    <w:rsid w:val="00420625"/>
    <w:rsid w:val="004232B8"/>
    <w:rsid w:val="004235BD"/>
    <w:rsid w:val="0042380F"/>
    <w:rsid w:val="00423C54"/>
    <w:rsid w:val="00426DF7"/>
    <w:rsid w:val="00426E16"/>
    <w:rsid w:val="0042738E"/>
    <w:rsid w:val="0042787A"/>
    <w:rsid w:val="0043260E"/>
    <w:rsid w:val="004357A3"/>
    <w:rsid w:val="00435853"/>
    <w:rsid w:val="00435B3F"/>
    <w:rsid w:val="00435EFD"/>
    <w:rsid w:val="00437513"/>
    <w:rsid w:val="004424A6"/>
    <w:rsid w:val="00445990"/>
    <w:rsid w:val="00445B3D"/>
    <w:rsid w:val="00446A36"/>
    <w:rsid w:val="004502C7"/>
    <w:rsid w:val="00450845"/>
    <w:rsid w:val="004511DF"/>
    <w:rsid w:val="004521D5"/>
    <w:rsid w:val="0045245D"/>
    <w:rsid w:val="004619D0"/>
    <w:rsid w:val="00461AEC"/>
    <w:rsid w:val="00461B50"/>
    <w:rsid w:val="00462C8D"/>
    <w:rsid w:val="00462F1F"/>
    <w:rsid w:val="004641AE"/>
    <w:rsid w:val="004646E2"/>
    <w:rsid w:val="00464921"/>
    <w:rsid w:val="0046570F"/>
    <w:rsid w:val="00466071"/>
    <w:rsid w:val="004701B8"/>
    <w:rsid w:val="004703EA"/>
    <w:rsid w:val="004724CB"/>
    <w:rsid w:val="0047290D"/>
    <w:rsid w:val="00472ACA"/>
    <w:rsid w:val="00473A6D"/>
    <w:rsid w:val="00477BE4"/>
    <w:rsid w:val="0048129B"/>
    <w:rsid w:val="004828CF"/>
    <w:rsid w:val="004878B2"/>
    <w:rsid w:val="00487A2E"/>
    <w:rsid w:val="0049320C"/>
    <w:rsid w:val="0049418A"/>
    <w:rsid w:val="00495270"/>
    <w:rsid w:val="00495E4D"/>
    <w:rsid w:val="00496BF2"/>
    <w:rsid w:val="00496E73"/>
    <w:rsid w:val="0049721D"/>
    <w:rsid w:val="004A0E49"/>
    <w:rsid w:val="004A2AC1"/>
    <w:rsid w:val="004A3955"/>
    <w:rsid w:val="004A46EA"/>
    <w:rsid w:val="004A4D79"/>
    <w:rsid w:val="004A6141"/>
    <w:rsid w:val="004B0C7D"/>
    <w:rsid w:val="004B15C7"/>
    <w:rsid w:val="004B1772"/>
    <w:rsid w:val="004B2175"/>
    <w:rsid w:val="004B30F9"/>
    <w:rsid w:val="004B3254"/>
    <w:rsid w:val="004B4DA8"/>
    <w:rsid w:val="004B51E8"/>
    <w:rsid w:val="004B5B74"/>
    <w:rsid w:val="004B6039"/>
    <w:rsid w:val="004B71DA"/>
    <w:rsid w:val="004C0E0C"/>
    <w:rsid w:val="004C17BF"/>
    <w:rsid w:val="004C17F7"/>
    <w:rsid w:val="004C2D1C"/>
    <w:rsid w:val="004C430C"/>
    <w:rsid w:val="004C50B4"/>
    <w:rsid w:val="004C6258"/>
    <w:rsid w:val="004D19F2"/>
    <w:rsid w:val="004D3C43"/>
    <w:rsid w:val="004D428E"/>
    <w:rsid w:val="004D5524"/>
    <w:rsid w:val="004D55C1"/>
    <w:rsid w:val="004D5A8B"/>
    <w:rsid w:val="004D799C"/>
    <w:rsid w:val="004E1FAA"/>
    <w:rsid w:val="004E2E04"/>
    <w:rsid w:val="004E2E78"/>
    <w:rsid w:val="004E463D"/>
    <w:rsid w:val="004E46D4"/>
    <w:rsid w:val="004E4E8F"/>
    <w:rsid w:val="004E62BA"/>
    <w:rsid w:val="004F0421"/>
    <w:rsid w:val="004F0832"/>
    <w:rsid w:val="004F1BB9"/>
    <w:rsid w:val="004F1D5E"/>
    <w:rsid w:val="004F237B"/>
    <w:rsid w:val="004F281B"/>
    <w:rsid w:val="004F309A"/>
    <w:rsid w:val="004F44D2"/>
    <w:rsid w:val="004F4E1F"/>
    <w:rsid w:val="00500D1D"/>
    <w:rsid w:val="00501E3F"/>
    <w:rsid w:val="00503B03"/>
    <w:rsid w:val="0050400A"/>
    <w:rsid w:val="00504BBC"/>
    <w:rsid w:val="005060F7"/>
    <w:rsid w:val="00507B71"/>
    <w:rsid w:val="00512148"/>
    <w:rsid w:val="005130EF"/>
    <w:rsid w:val="005132C9"/>
    <w:rsid w:val="005155FF"/>
    <w:rsid w:val="00517515"/>
    <w:rsid w:val="00517582"/>
    <w:rsid w:val="0052035E"/>
    <w:rsid w:val="00523B3E"/>
    <w:rsid w:val="00525074"/>
    <w:rsid w:val="0052540B"/>
    <w:rsid w:val="00526BA7"/>
    <w:rsid w:val="00527CB7"/>
    <w:rsid w:val="0053077B"/>
    <w:rsid w:val="005313F6"/>
    <w:rsid w:val="005315D6"/>
    <w:rsid w:val="00532AE3"/>
    <w:rsid w:val="00532C58"/>
    <w:rsid w:val="00532D6F"/>
    <w:rsid w:val="005330FF"/>
    <w:rsid w:val="00533230"/>
    <w:rsid w:val="0053423E"/>
    <w:rsid w:val="005360CA"/>
    <w:rsid w:val="00536AEF"/>
    <w:rsid w:val="00540339"/>
    <w:rsid w:val="00540579"/>
    <w:rsid w:val="005406DC"/>
    <w:rsid w:val="00540B13"/>
    <w:rsid w:val="00543C81"/>
    <w:rsid w:val="005464B9"/>
    <w:rsid w:val="00550F4D"/>
    <w:rsid w:val="00551308"/>
    <w:rsid w:val="00551601"/>
    <w:rsid w:val="005520BA"/>
    <w:rsid w:val="005522CA"/>
    <w:rsid w:val="00552810"/>
    <w:rsid w:val="00552880"/>
    <w:rsid w:val="00552AF6"/>
    <w:rsid w:val="0055398F"/>
    <w:rsid w:val="00553B23"/>
    <w:rsid w:val="005569E3"/>
    <w:rsid w:val="00556AD6"/>
    <w:rsid w:val="00556FC5"/>
    <w:rsid w:val="00557421"/>
    <w:rsid w:val="00557C33"/>
    <w:rsid w:val="0056028B"/>
    <w:rsid w:val="00560589"/>
    <w:rsid w:val="005607AE"/>
    <w:rsid w:val="00560B92"/>
    <w:rsid w:val="00560D2E"/>
    <w:rsid w:val="005616DD"/>
    <w:rsid w:val="0056262E"/>
    <w:rsid w:val="00562751"/>
    <w:rsid w:val="00562EE7"/>
    <w:rsid w:val="00564687"/>
    <w:rsid w:val="00566862"/>
    <w:rsid w:val="005668F4"/>
    <w:rsid w:val="00566AEF"/>
    <w:rsid w:val="00566D7A"/>
    <w:rsid w:val="00567E8B"/>
    <w:rsid w:val="0057054E"/>
    <w:rsid w:val="00570895"/>
    <w:rsid w:val="005714F1"/>
    <w:rsid w:val="005725EB"/>
    <w:rsid w:val="0057369D"/>
    <w:rsid w:val="005736AC"/>
    <w:rsid w:val="00573BCF"/>
    <w:rsid w:val="00573E56"/>
    <w:rsid w:val="00573E6D"/>
    <w:rsid w:val="00576578"/>
    <w:rsid w:val="0058019A"/>
    <w:rsid w:val="00580925"/>
    <w:rsid w:val="00581AC1"/>
    <w:rsid w:val="00581B13"/>
    <w:rsid w:val="00582552"/>
    <w:rsid w:val="00583041"/>
    <w:rsid w:val="005833A5"/>
    <w:rsid w:val="00583941"/>
    <w:rsid w:val="00585DBB"/>
    <w:rsid w:val="0058669B"/>
    <w:rsid w:val="0058782E"/>
    <w:rsid w:val="00591A8F"/>
    <w:rsid w:val="005926DD"/>
    <w:rsid w:val="005945CF"/>
    <w:rsid w:val="00594A5E"/>
    <w:rsid w:val="00594C5F"/>
    <w:rsid w:val="005965A6"/>
    <w:rsid w:val="00596C10"/>
    <w:rsid w:val="00597BE7"/>
    <w:rsid w:val="00597EB2"/>
    <w:rsid w:val="005A00E1"/>
    <w:rsid w:val="005A0405"/>
    <w:rsid w:val="005A1800"/>
    <w:rsid w:val="005A2265"/>
    <w:rsid w:val="005A46B0"/>
    <w:rsid w:val="005A5186"/>
    <w:rsid w:val="005A646C"/>
    <w:rsid w:val="005A664C"/>
    <w:rsid w:val="005A70FF"/>
    <w:rsid w:val="005A7478"/>
    <w:rsid w:val="005B21D0"/>
    <w:rsid w:val="005B2DE1"/>
    <w:rsid w:val="005B40B3"/>
    <w:rsid w:val="005B4B48"/>
    <w:rsid w:val="005B7D99"/>
    <w:rsid w:val="005C16B8"/>
    <w:rsid w:val="005C47F6"/>
    <w:rsid w:val="005C51DD"/>
    <w:rsid w:val="005C6BDF"/>
    <w:rsid w:val="005C7196"/>
    <w:rsid w:val="005C73B7"/>
    <w:rsid w:val="005D0B0D"/>
    <w:rsid w:val="005D2174"/>
    <w:rsid w:val="005D4A14"/>
    <w:rsid w:val="005D52C0"/>
    <w:rsid w:val="005D565C"/>
    <w:rsid w:val="005D56BC"/>
    <w:rsid w:val="005D573A"/>
    <w:rsid w:val="005E0E25"/>
    <w:rsid w:val="005E55D1"/>
    <w:rsid w:val="005E60FA"/>
    <w:rsid w:val="005E7967"/>
    <w:rsid w:val="005F10E2"/>
    <w:rsid w:val="005F11B8"/>
    <w:rsid w:val="005F1C74"/>
    <w:rsid w:val="005F3A2E"/>
    <w:rsid w:val="005F7329"/>
    <w:rsid w:val="00600277"/>
    <w:rsid w:val="00601012"/>
    <w:rsid w:val="006020A7"/>
    <w:rsid w:val="00604CE6"/>
    <w:rsid w:val="0060545E"/>
    <w:rsid w:val="006056BD"/>
    <w:rsid w:val="00605FE5"/>
    <w:rsid w:val="00606D92"/>
    <w:rsid w:val="00607DA6"/>
    <w:rsid w:val="006116B0"/>
    <w:rsid w:val="00612250"/>
    <w:rsid w:val="006129BD"/>
    <w:rsid w:val="00612B46"/>
    <w:rsid w:val="006131E1"/>
    <w:rsid w:val="00614A3D"/>
    <w:rsid w:val="00617883"/>
    <w:rsid w:val="006205CF"/>
    <w:rsid w:val="0062230B"/>
    <w:rsid w:val="00622A9D"/>
    <w:rsid w:val="00623046"/>
    <w:rsid w:val="0062363A"/>
    <w:rsid w:val="006239D7"/>
    <w:rsid w:val="00624CA7"/>
    <w:rsid w:val="006255F2"/>
    <w:rsid w:val="006256B6"/>
    <w:rsid w:val="006257F6"/>
    <w:rsid w:val="00625A07"/>
    <w:rsid w:val="00627188"/>
    <w:rsid w:val="006305D9"/>
    <w:rsid w:val="006306DE"/>
    <w:rsid w:val="00631139"/>
    <w:rsid w:val="006326DF"/>
    <w:rsid w:val="006335E0"/>
    <w:rsid w:val="00634A80"/>
    <w:rsid w:val="00634EF1"/>
    <w:rsid w:val="006350DE"/>
    <w:rsid w:val="0063585E"/>
    <w:rsid w:val="006366E0"/>
    <w:rsid w:val="006370C6"/>
    <w:rsid w:val="00641960"/>
    <w:rsid w:val="00642707"/>
    <w:rsid w:val="00643B10"/>
    <w:rsid w:val="00644091"/>
    <w:rsid w:val="006457B3"/>
    <w:rsid w:val="00646FFC"/>
    <w:rsid w:val="00647F7B"/>
    <w:rsid w:val="0065049F"/>
    <w:rsid w:val="00651408"/>
    <w:rsid w:val="00651B7D"/>
    <w:rsid w:val="00653841"/>
    <w:rsid w:val="0065445F"/>
    <w:rsid w:val="00654CFE"/>
    <w:rsid w:val="006554F8"/>
    <w:rsid w:val="006568F2"/>
    <w:rsid w:val="00661335"/>
    <w:rsid w:val="006645BC"/>
    <w:rsid w:val="00665F18"/>
    <w:rsid w:val="0066782A"/>
    <w:rsid w:val="00667B53"/>
    <w:rsid w:val="00667D91"/>
    <w:rsid w:val="00667DE5"/>
    <w:rsid w:val="00672740"/>
    <w:rsid w:val="00674078"/>
    <w:rsid w:val="00677799"/>
    <w:rsid w:val="006816DC"/>
    <w:rsid w:val="006856D0"/>
    <w:rsid w:val="00685A5A"/>
    <w:rsid w:val="0068729C"/>
    <w:rsid w:val="00687ADB"/>
    <w:rsid w:val="006903CC"/>
    <w:rsid w:val="00696E12"/>
    <w:rsid w:val="0069784E"/>
    <w:rsid w:val="006A01E0"/>
    <w:rsid w:val="006A0942"/>
    <w:rsid w:val="006A0A05"/>
    <w:rsid w:val="006A16F1"/>
    <w:rsid w:val="006A1973"/>
    <w:rsid w:val="006A1A9D"/>
    <w:rsid w:val="006A5641"/>
    <w:rsid w:val="006A60FF"/>
    <w:rsid w:val="006A7753"/>
    <w:rsid w:val="006B164A"/>
    <w:rsid w:val="006B1E9F"/>
    <w:rsid w:val="006B2215"/>
    <w:rsid w:val="006B26CA"/>
    <w:rsid w:val="006B2700"/>
    <w:rsid w:val="006B2804"/>
    <w:rsid w:val="006B28A9"/>
    <w:rsid w:val="006B568A"/>
    <w:rsid w:val="006B59A3"/>
    <w:rsid w:val="006B678B"/>
    <w:rsid w:val="006B6A22"/>
    <w:rsid w:val="006C1598"/>
    <w:rsid w:val="006C36C4"/>
    <w:rsid w:val="006C78FF"/>
    <w:rsid w:val="006D2102"/>
    <w:rsid w:val="006D2809"/>
    <w:rsid w:val="006D2CB7"/>
    <w:rsid w:val="006D3026"/>
    <w:rsid w:val="006D3D4B"/>
    <w:rsid w:val="006D5221"/>
    <w:rsid w:val="006D5B6E"/>
    <w:rsid w:val="006D6416"/>
    <w:rsid w:val="006D6B31"/>
    <w:rsid w:val="006E01DA"/>
    <w:rsid w:val="006E0DF7"/>
    <w:rsid w:val="006E1FBE"/>
    <w:rsid w:val="006E2176"/>
    <w:rsid w:val="006E3DAF"/>
    <w:rsid w:val="006E57F4"/>
    <w:rsid w:val="006E587E"/>
    <w:rsid w:val="006E7C43"/>
    <w:rsid w:val="006F0358"/>
    <w:rsid w:val="006F085F"/>
    <w:rsid w:val="006F1822"/>
    <w:rsid w:val="006F1CA2"/>
    <w:rsid w:val="006F225E"/>
    <w:rsid w:val="006F27AD"/>
    <w:rsid w:val="006F2864"/>
    <w:rsid w:val="006F64D5"/>
    <w:rsid w:val="006F7A69"/>
    <w:rsid w:val="00700CE4"/>
    <w:rsid w:val="00701110"/>
    <w:rsid w:val="00701D8C"/>
    <w:rsid w:val="0070248E"/>
    <w:rsid w:val="00703578"/>
    <w:rsid w:val="0070552D"/>
    <w:rsid w:val="00705A5F"/>
    <w:rsid w:val="00707144"/>
    <w:rsid w:val="00710CA0"/>
    <w:rsid w:val="00711E68"/>
    <w:rsid w:val="00713F36"/>
    <w:rsid w:val="007159DD"/>
    <w:rsid w:val="00716A60"/>
    <w:rsid w:val="00722108"/>
    <w:rsid w:val="00723B01"/>
    <w:rsid w:val="00723F6A"/>
    <w:rsid w:val="0072497E"/>
    <w:rsid w:val="00725157"/>
    <w:rsid w:val="00725A0D"/>
    <w:rsid w:val="007268EB"/>
    <w:rsid w:val="00727033"/>
    <w:rsid w:val="007273D8"/>
    <w:rsid w:val="007300C6"/>
    <w:rsid w:val="00731753"/>
    <w:rsid w:val="0073192A"/>
    <w:rsid w:val="00733A40"/>
    <w:rsid w:val="007353AE"/>
    <w:rsid w:val="007362E8"/>
    <w:rsid w:val="00737346"/>
    <w:rsid w:val="00743452"/>
    <w:rsid w:val="00743BB2"/>
    <w:rsid w:val="0074401D"/>
    <w:rsid w:val="007458CB"/>
    <w:rsid w:val="00750128"/>
    <w:rsid w:val="00751EBC"/>
    <w:rsid w:val="00753287"/>
    <w:rsid w:val="00753AD2"/>
    <w:rsid w:val="00753E58"/>
    <w:rsid w:val="00755514"/>
    <w:rsid w:val="00756312"/>
    <w:rsid w:val="007600E3"/>
    <w:rsid w:val="007606BB"/>
    <w:rsid w:val="00761B3E"/>
    <w:rsid w:val="00763992"/>
    <w:rsid w:val="00763C84"/>
    <w:rsid w:val="007702A5"/>
    <w:rsid w:val="00772033"/>
    <w:rsid w:val="007721CE"/>
    <w:rsid w:val="00774505"/>
    <w:rsid w:val="007746A8"/>
    <w:rsid w:val="007756DD"/>
    <w:rsid w:val="007759A9"/>
    <w:rsid w:val="00775E05"/>
    <w:rsid w:val="00775F85"/>
    <w:rsid w:val="007762DB"/>
    <w:rsid w:val="007800D1"/>
    <w:rsid w:val="00780283"/>
    <w:rsid w:val="00784159"/>
    <w:rsid w:val="00785FD9"/>
    <w:rsid w:val="0078639A"/>
    <w:rsid w:val="007938A5"/>
    <w:rsid w:val="007950C2"/>
    <w:rsid w:val="00795D89"/>
    <w:rsid w:val="00796E4E"/>
    <w:rsid w:val="0079738B"/>
    <w:rsid w:val="007A02D7"/>
    <w:rsid w:val="007A23AB"/>
    <w:rsid w:val="007A3E15"/>
    <w:rsid w:val="007B38B6"/>
    <w:rsid w:val="007B58FF"/>
    <w:rsid w:val="007B7905"/>
    <w:rsid w:val="007C1EBA"/>
    <w:rsid w:val="007C2203"/>
    <w:rsid w:val="007C2A19"/>
    <w:rsid w:val="007C52E2"/>
    <w:rsid w:val="007D17C5"/>
    <w:rsid w:val="007D1AE8"/>
    <w:rsid w:val="007D4E41"/>
    <w:rsid w:val="007D710D"/>
    <w:rsid w:val="007D784E"/>
    <w:rsid w:val="007E39FD"/>
    <w:rsid w:val="007E3E2E"/>
    <w:rsid w:val="007E47BB"/>
    <w:rsid w:val="007E4D5C"/>
    <w:rsid w:val="007E512D"/>
    <w:rsid w:val="007E5C6B"/>
    <w:rsid w:val="007F12A1"/>
    <w:rsid w:val="007F15D7"/>
    <w:rsid w:val="007F1C89"/>
    <w:rsid w:val="007F1D4F"/>
    <w:rsid w:val="007F4768"/>
    <w:rsid w:val="007F51DC"/>
    <w:rsid w:val="007F66C6"/>
    <w:rsid w:val="007F7F00"/>
    <w:rsid w:val="00801B63"/>
    <w:rsid w:val="0080201C"/>
    <w:rsid w:val="00804CEB"/>
    <w:rsid w:val="00805968"/>
    <w:rsid w:val="00806C02"/>
    <w:rsid w:val="008079CB"/>
    <w:rsid w:val="008101D3"/>
    <w:rsid w:val="008105A8"/>
    <w:rsid w:val="008107DB"/>
    <w:rsid w:val="00810F5A"/>
    <w:rsid w:val="00813537"/>
    <w:rsid w:val="00814D37"/>
    <w:rsid w:val="00815269"/>
    <w:rsid w:val="00815E99"/>
    <w:rsid w:val="00816339"/>
    <w:rsid w:val="008203BB"/>
    <w:rsid w:val="00820A15"/>
    <w:rsid w:val="008213FE"/>
    <w:rsid w:val="00821455"/>
    <w:rsid w:val="00822227"/>
    <w:rsid w:val="00822564"/>
    <w:rsid w:val="008231DF"/>
    <w:rsid w:val="00824450"/>
    <w:rsid w:val="0082470E"/>
    <w:rsid w:val="008269BD"/>
    <w:rsid w:val="00831E1F"/>
    <w:rsid w:val="008326BD"/>
    <w:rsid w:val="00833BB6"/>
    <w:rsid w:val="00834F3A"/>
    <w:rsid w:val="00841654"/>
    <w:rsid w:val="008429A0"/>
    <w:rsid w:val="00842AC6"/>
    <w:rsid w:val="00842BEE"/>
    <w:rsid w:val="0084394B"/>
    <w:rsid w:val="00843BDE"/>
    <w:rsid w:val="00844368"/>
    <w:rsid w:val="008501EF"/>
    <w:rsid w:val="00852767"/>
    <w:rsid w:val="00852798"/>
    <w:rsid w:val="008529B2"/>
    <w:rsid w:val="0085586C"/>
    <w:rsid w:val="00855D3E"/>
    <w:rsid w:val="008563E5"/>
    <w:rsid w:val="00856886"/>
    <w:rsid w:val="00856C57"/>
    <w:rsid w:val="00857E9F"/>
    <w:rsid w:val="008601B8"/>
    <w:rsid w:val="00860B08"/>
    <w:rsid w:val="00861B21"/>
    <w:rsid w:val="00862853"/>
    <w:rsid w:val="00862A27"/>
    <w:rsid w:val="008639CA"/>
    <w:rsid w:val="00863C1F"/>
    <w:rsid w:val="008640BA"/>
    <w:rsid w:val="008641F4"/>
    <w:rsid w:val="00867CDB"/>
    <w:rsid w:val="0087499A"/>
    <w:rsid w:val="00875254"/>
    <w:rsid w:val="008760D6"/>
    <w:rsid w:val="008774D3"/>
    <w:rsid w:val="0088050E"/>
    <w:rsid w:val="00880870"/>
    <w:rsid w:val="00881938"/>
    <w:rsid w:val="008830DF"/>
    <w:rsid w:val="00884D5B"/>
    <w:rsid w:val="00885879"/>
    <w:rsid w:val="008863EA"/>
    <w:rsid w:val="00886896"/>
    <w:rsid w:val="0088709E"/>
    <w:rsid w:val="008877AC"/>
    <w:rsid w:val="00891C4A"/>
    <w:rsid w:val="0089299B"/>
    <w:rsid w:val="008936B9"/>
    <w:rsid w:val="00894138"/>
    <w:rsid w:val="00895989"/>
    <w:rsid w:val="00897356"/>
    <w:rsid w:val="008A01CF"/>
    <w:rsid w:val="008A267C"/>
    <w:rsid w:val="008A268E"/>
    <w:rsid w:val="008A2959"/>
    <w:rsid w:val="008A2EB4"/>
    <w:rsid w:val="008A3A7F"/>
    <w:rsid w:val="008A3AA7"/>
    <w:rsid w:val="008A48B8"/>
    <w:rsid w:val="008A63DF"/>
    <w:rsid w:val="008A7EE0"/>
    <w:rsid w:val="008B06A6"/>
    <w:rsid w:val="008B3EB6"/>
    <w:rsid w:val="008B3EED"/>
    <w:rsid w:val="008B4FBB"/>
    <w:rsid w:val="008B5005"/>
    <w:rsid w:val="008B632A"/>
    <w:rsid w:val="008C0A14"/>
    <w:rsid w:val="008C109C"/>
    <w:rsid w:val="008C1126"/>
    <w:rsid w:val="008C1234"/>
    <w:rsid w:val="008C3014"/>
    <w:rsid w:val="008C532F"/>
    <w:rsid w:val="008C5639"/>
    <w:rsid w:val="008C5B5E"/>
    <w:rsid w:val="008C5FCF"/>
    <w:rsid w:val="008C764A"/>
    <w:rsid w:val="008C7AA0"/>
    <w:rsid w:val="008D059C"/>
    <w:rsid w:val="008D1454"/>
    <w:rsid w:val="008D1709"/>
    <w:rsid w:val="008D20C5"/>
    <w:rsid w:val="008D217D"/>
    <w:rsid w:val="008D28CD"/>
    <w:rsid w:val="008D3767"/>
    <w:rsid w:val="008D3BFC"/>
    <w:rsid w:val="008D5405"/>
    <w:rsid w:val="008D54D9"/>
    <w:rsid w:val="008D5A07"/>
    <w:rsid w:val="008D671A"/>
    <w:rsid w:val="008D6F8B"/>
    <w:rsid w:val="008E192D"/>
    <w:rsid w:val="008E6181"/>
    <w:rsid w:val="008E6723"/>
    <w:rsid w:val="008E69EF"/>
    <w:rsid w:val="008E6A8D"/>
    <w:rsid w:val="008E77EF"/>
    <w:rsid w:val="008E7A67"/>
    <w:rsid w:val="008E7E34"/>
    <w:rsid w:val="008F29DB"/>
    <w:rsid w:val="008F3D44"/>
    <w:rsid w:val="008F6B78"/>
    <w:rsid w:val="008F75EB"/>
    <w:rsid w:val="009002FB"/>
    <w:rsid w:val="00900BA6"/>
    <w:rsid w:val="009028AF"/>
    <w:rsid w:val="00902C1C"/>
    <w:rsid w:val="00904E5B"/>
    <w:rsid w:val="00905121"/>
    <w:rsid w:val="009055AE"/>
    <w:rsid w:val="00905C5A"/>
    <w:rsid w:val="00905EDC"/>
    <w:rsid w:val="00906597"/>
    <w:rsid w:val="009074D9"/>
    <w:rsid w:val="009075E6"/>
    <w:rsid w:val="0090794C"/>
    <w:rsid w:val="00907986"/>
    <w:rsid w:val="009079F8"/>
    <w:rsid w:val="00910657"/>
    <w:rsid w:val="009118E4"/>
    <w:rsid w:val="009121CA"/>
    <w:rsid w:val="00913C21"/>
    <w:rsid w:val="0091639C"/>
    <w:rsid w:val="0091683D"/>
    <w:rsid w:val="0092015A"/>
    <w:rsid w:val="00920F1E"/>
    <w:rsid w:val="00921716"/>
    <w:rsid w:val="009227B2"/>
    <w:rsid w:val="00923568"/>
    <w:rsid w:val="00924339"/>
    <w:rsid w:val="00924DE2"/>
    <w:rsid w:val="00924E59"/>
    <w:rsid w:val="009272B4"/>
    <w:rsid w:val="009277D4"/>
    <w:rsid w:val="0093011A"/>
    <w:rsid w:val="009304B4"/>
    <w:rsid w:val="00930E8F"/>
    <w:rsid w:val="0093106C"/>
    <w:rsid w:val="009310E1"/>
    <w:rsid w:val="0093150D"/>
    <w:rsid w:val="009316A3"/>
    <w:rsid w:val="00931BFA"/>
    <w:rsid w:val="00934BF6"/>
    <w:rsid w:val="00941C7F"/>
    <w:rsid w:val="009426F5"/>
    <w:rsid w:val="00942B9A"/>
    <w:rsid w:val="00945A44"/>
    <w:rsid w:val="0094610D"/>
    <w:rsid w:val="00946969"/>
    <w:rsid w:val="00947182"/>
    <w:rsid w:val="00947D44"/>
    <w:rsid w:val="00950B18"/>
    <w:rsid w:val="009511AE"/>
    <w:rsid w:val="0095231E"/>
    <w:rsid w:val="00952DFB"/>
    <w:rsid w:val="00952E3C"/>
    <w:rsid w:val="00953493"/>
    <w:rsid w:val="00955913"/>
    <w:rsid w:val="00956033"/>
    <w:rsid w:val="009567D2"/>
    <w:rsid w:val="00957249"/>
    <w:rsid w:val="00960383"/>
    <w:rsid w:val="009604EA"/>
    <w:rsid w:val="00960610"/>
    <w:rsid w:val="0096110F"/>
    <w:rsid w:val="00961A07"/>
    <w:rsid w:val="0096286A"/>
    <w:rsid w:val="009636CD"/>
    <w:rsid w:val="009637DE"/>
    <w:rsid w:val="00963E18"/>
    <w:rsid w:val="00964144"/>
    <w:rsid w:val="00964AD0"/>
    <w:rsid w:val="00965760"/>
    <w:rsid w:val="0096747D"/>
    <w:rsid w:val="00970786"/>
    <w:rsid w:val="009710CD"/>
    <w:rsid w:val="00971292"/>
    <w:rsid w:val="0097492B"/>
    <w:rsid w:val="00975613"/>
    <w:rsid w:val="00976037"/>
    <w:rsid w:val="00977025"/>
    <w:rsid w:val="009773E9"/>
    <w:rsid w:val="00977431"/>
    <w:rsid w:val="0097752C"/>
    <w:rsid w:val="00977F4E"/>
    <w:rsid w:val="009812F7"/>
    <w:rsid w:val="00981DFF"/>
    <w:rsid w:val="00983AE3"/>
    <w:rsid w:val="00985A09"/>
    <w:rsid w:val="00985D0C"/>
    <w:rsid w:val="00986105"/>
    <w:rsid w:val="009866DC"/>
    <w:rsid w:val="00990025"/>
    <w:rsid w:val="00990F81"/>
    <w:rsid w:val="00991189"/>
    <w:rsid w:val="00991F85"/>
    <w:rsid w:val="009920A1"/>
    <w:rsid w:val="00994D31"/>
    <w:rsid w:val="00995784"/>
    <w:rsid w:val="00995A60"/>
    <w:rsid w:val="0099773A"/>
    <w:rsid w:val="00997F25"/>
    <w:rsid w:val="009A0636"/>
    <w:rsid w:val="009A06F0"/>
    <w:rsid w:val="009A0893"/>
    <w:rsid w:val="009A271A"/>
    <w:rsid w:val="009A433E"/>
    <w:rsid w:val="009A46E1"/>
    <w:rsid w:val="009A58E7"/>
    <w:rsid w:val="009A5BE9"/>
    <w:rsid w:val="009A7FE7"/>
    <w:rsid w:val="009B0B5D"/>
    <w:rsid w:val="009B12F4"/>
    <w:rsid w:val="009B29A1"/>
    <w:rsid w:val="009B341F"/>
    <w:rsid w:val="009B4D80"/>
    <w:rsid w:val="009B5245"/>
    <w:rsid w:val="009B558D"/>
    <w:rsid w:val="009B5701"/>
    <w:rsid w:val="009B5C31"/>
    <w:rsid w:val="009B6E44"/>
    <w:rsid w:val="009C028A"/>
    <w:rsid w:val="009C1D7A"/>
    <w:rsid w:val="009C28CD"/>
    <w:rsid w:val="009C2EF9"/>
    <w:rsid w:val="009C4B30"/>
    <w:rsid w:val="009C55B4"/>
    <w:rsid w:val="009D131B"/>
    <w:rsid w:val="009D28BF"/>
    <w:rsid w:val="009D2B1A"/>
    <w:rsid w:val="009D4E51"/>
    <w:rsid w:val="009D4F4E"/>
    <w:rsid w:val="009D53BE"/>
    <w:rsid w:val="009D5423"/>
    <w:rsid w:val="009D5DBE"/>
    <w:rsid w:val="009D6958"/>
    <w:rsid w:val="009E0B8F"/>
    <w:rsid w:val="009E25B1"/>
    <w:rsid w:val="009E621A"/>
    <w:rsid w:val="009E6467"/>
    <w:rsid w:val="009E64E9"/>
    <w:rsid w:val="009E697E"/>
    <w:rsid w:val="009F113A"/>
    <w:rsid w:val="009F2463"/>
    <w:rsid w:val="009F26B0"/>
    <w:rsid w:val="009F30F0"/>
    <w:rsid w:val="009F3165"/>
    <w:rsid w:val="009F38FC"/>
    <w:rsid w:val="009F4ABF"/>
    <w:rsid w:val="009F52A3"/>
    <w:rsid w:val="009F65C6"/>
    <w:rsid w:val="00A00387"/>
    <w:rsid w:val="00A00E06"/>
    <w:rsid w:val="00A02679"/>
    <w:rsid w:val="00A02E06"/>
    <w:rsid w:val="00A04121"/>
    <w:rsid w:val="00A05797"/>
    <w:rsid w:val="00A057D5"/>
    <w:rsid w:val="00A05E13"/>
    <w:rsid w:val="00A07454"/>
    <w:rsid w:val="00A07848"/>
    <w:rsid w:val="00A11279"/>
    <w:rsid w:val="00A117FC"/>
    <w:rsid w:val="00A11B63"/>
    <w:rsid w:val="00A12849"/>
    <w:rsid w:val="00A12B61"/>
    <w:rsid w:val="00A14235"/>
    <w:rsid w:val="00A15E8D"/>
    <w:rsid w:val="00A16E69"/>
    <w:rsid w:val="00A17EC0"/>
    <w:rsid w:val="00A21D18"/>
    <w:rsid w:val="00A23E1C"/>
    <w:rsid w:val="00A23F1E"/>
    <w:rsid w:val="00A24099"/>
    <w:rsid w:val="00A250F5"/>
    <w:rsid w:val="00A25880"/>
    <w:rsid w:val="00A30A69"/>
    <w:rsid w:val="00A30AA4"/>
    <w:rsid w:val="00A30C6F"/>
    <w:rsid w:val="00A32DB1"/>
    <w:rsid w:val="00A3321A"/>
    <w:rsid w:val="00A33935"/>
    <w:rsid w:val="00A3739C"/>
    <w:rsid w:val="00A4008A"/>
    <w:rsid w:val="00A40202"/>
    <w:rsid w:val="00A41307"/>
    <w:rsid w:val="00A41580"/>
    <w:rsid w:val="00A429B1"/>
    <w:rsid w:val="00A435B4"/>
    <w:rsid w:val="00A43E5A"/>
    <w:rsid w:val="00A4731A"/>
    <w:rsid w:val="00A51533"/>
    <w:rsid w:val="00A52355"/>
    <w:rsid w:val="00A523AF"/>
    <w:rsid w:val="00A539C2"/>
    <w:rsid w:val="00A554BD"/>
    <w:rsid w:val="00A55527"/>
    <w:rsid w:val="00A56C62"/>
    <w:rsid w:val="00A57D77"/>
    <w:rsid w:val="00A6022B"/>
    <w:rsid w:val="00A6043F"/>
    <w:rsid w:val="00A612E1"/>
    <w:rsid w:val="00A64A16"/>
    <w:rsid w:val="00A65470"/>
    <w:rsid w:val="00A65F61"/>
    <w:rsid w:val="00A66942"/>
    <w:rsid w:val="00A66EC8"/>
    <w:rsid w:val="00A67D93"/>
    <w:rsid w:val="00A67EE5"/>
    <w:rsid w:val="00A71933"/>
    <w:rsid w:val="00A73F3D"/>
    <w:rsid w:val="00A74145"/>
    <w:rsid w:val="00A74629"/>
    <w:rsid w:val="00A75723"/>
    <w:rsid w:val="00A76465"/>
    <w:rsid w:val="00A76841"/>
    <w:rsid w:val="00A774BE"/>
    <w:rsid w:val="00A834CB"/>
    <w:rsid w:val="00A8385F"/>
    <w:rsid w:val="00A838EF"/>
    <w:rsid w:val="00A84270"/>
    <w:rsid w:val="00A85803"/>
    <w:rsid w:val="00A862A7"/>
    <w:rsid w:val="00A863AF"/>
    <w:rsid w:val="00A8750E"/>
    <w:rsid w:val="00A87E6A"/>
    <w:rsid w:val="00A9013E"/>
    <w:rsid w:val="00A90823"/>
    <w:rsid w:val="00AA070E"/>
    <w:rsid w:val="00AA158B"/>
    <w:rsid w:val="00AA16BB"/>
    <w:rsid w:val="00AA21BF"/>
    <w:rsid w:val="00AA3592"/>
    <w:rsid w:val="00AA38D3"/>
    <w:rsid w:val="00AA3DD6"/>
    <w:rsid w:val="00AA4BFD"/>
    <w:rsid w:val="00AA5449"/>
    <w:rsid w:val="00AB10FE"/>
    <w:rsid w:val="00AB17B5"/>
    <w:rsid w:val="00AB2006"/>
    <w:rsid w:val="00AB23BF"/>
    <w:rsid w:val="00AB3234"/>
    <w:rsid w:val="00AB6AA9"/>
    <w:rsid w:val="00AB6F71"/>
    <w:rsid w:val="00AC23F6"/>
    <w:rsid w:val="00AC4E8F"/>
    <w:rsid w:val="00AC5083"/>
    <w:rsid w:val="00AC5734"/>
    <w:rsid w:val="00AC5866"/>
    <w:rsid w:val="00AD128B"/>
    <w:rsid w:val="00AD1295"/>
    <w:rsid w:val="00AD2C19"/>
    <w:rsid w:val="00AD4785"/>
    <w:rsid w:val="00AD62E4"/>
    <w:rsid w:val="00AD74E2"/>
    <w:rsid w:val="00AE0448"/>
    <w:rsid w:val="00AE0753"/>
    <w:rsid w:val="00AE09CA"/>
    <w:rsid w:val="00AE25E1"/>
    <w:rsid w:val="00AE2762"/>
    <w:rsid w:val="00AE4580"/>
    <w:rsid w:val="00AE5767"/>
    <w:rsid w:val="00AE5973"/>
    <w:rsid w:val="00AF2129"/>
    <w:rsid w:val="00AF2425"/>
    <w:rsid w:val="00AF31C2"/>
    <w:rsid w:val="00AF3611"/>
    <w:rsid w:val="00AF407E"/>
    <w:rsid w:val="00AF7C9F"/>
    <w:rsid w:val="00B00FAD"/>
    <w:rsid w:val="00B014D0"/>
    <w:rsid w:val="00B02793"/>
    <w:rsid w:val="00B041BB"/>
    <w:rsid w:val="00B04D7F"/>
    <w:rsid w:val="00B05901"/>
    <w:rsid w:val="00B0703E"/>
    <w:rsid w:val="00B07F24"/>
    <w:rsid w:val="00B100F3"/>
    <w:rsid w:val="00B10AE1"/>
    <w:rsid w:val="00B10F70"/>
    <w:rsid w:val="00B12F34"/>
    <w:rsid w:val="00B14E4A"/>
    <w:rsid w:val="00B14F81"/>
    <w:rsid w:val="00B1533F"/>
    <w:rsid w:val="00B179C2"/>
    <w:rsid w:val="00B20299"/>
    <w:rsid w:val="00B207BD"/>
    <w:rsid w:val="00B210CF"/>
    <w:rsid w:val="00B2314E"/>
    <w:rsid w:val="00B253A3"/>
    <w:rsid w:val="00B25884"/>
    <w:rsid w:val="00B27904"/>
    <w:rsid w:val="00B32882"/>
    <w:rsid w:val="00B35887"/>
    <w:rsid w:val="00B366F0"/>
    <w:rsid w:val="00B36766"/>
    <w:rsid w:val="00B374E2"/>
    <w:rsid w:val="00B376F9"/>
    <w:rsid w:val="00B409D0"/>
    <w:rsid w:val="00B418FC"/>
    <w:rsid w:val="00B420EC"/>
    <w:rsid w:val="00B424BF"/>
    <w:rsid w:val="00B42897"/>
    <w:rsid w:val="00B4290F"/>
    <w:rsid w:val="00B4360F"/>
    <w:rsid w:val="00B44A29"/>
    <w:rsid w:val="00B44B9F"/>
    <w:rsid w:val="00B45812"/>
    <w:rsid w:val="00B458BF"/>
    <w:rsid w:val="00B50575"/>
    <w:rsid w:val="00B51F3E"/>
    <w:rsid w:val="00B524BB"/>
    <w:rsid w:val="00B53647"/>
    <w:rsid w:val="00B54C52"/>
    <w:rsid w:val="00B56F79"/>
    <w:rsid w:val="00B57233"/>
    <w:rsid w:val="00B613ED"/>
    <w:rsid w:val="00B64177"/>
    <w:rsid w:val="00B641CE"/>
    <w:rsid w:val="00B6495C"/>
    <w:rsid w:val="00B649A5"/>
    <w:rsid w:val="00B66E9E"/>
    <w:rsid w:val="00B67A50"/>
    <w:rsid w:val="00B67C3F"/>
    <w:rsid w:val="00B71F2E"/>
    <w:rsid w:val="00B729BF"/>
    <w:rsid w:val="00B735C9"/>
    <w:rsid w:val="00B74796"/>
    <w:rsid w:val="00B74BB5"/>
    <w:rsid w:val="00B76B0C"/>
    <w:rsid w:val="00B76C57"/>
    <w:rsid w:val="00B77988"/>
    <w:rsid w:val="00B80E0C"/>
    <w:rsid w:val="00B81C8D"/>
    <w:rsid w:val="00B8563E"/>
    <w:rsid w:val="00B86AF2"/>
    <w:rsid w:val="00B87703"/>
    <w:rsid w:val="00B87890"/>
    <w:rsid w:val="00B879DA"/>
    <w:rsid w:val="00B87BA1"/>
    <w:rsid w:val="00B9118D"/>
    <w:rsid w:val="00B93603"/>
    <w:rsid w:val="00B951D3"/>
    <w:rsid w:val="00B954D0"/>
    <w:rsid w:val="00B95C28"/>
    <w:rsid w:val="00B96030"/>
    <w:rsid w:val="00B97693"/>
    <w:rsid w:val="00BA02CF"/>
    <w:rsid w:val="00BA03D1"/>
    <w:rsid w:val="00BA04F7"/>
    <w:rsid w:val="00BA1A77"/>
    <w:rsid w:val="00BA1BC6"/>
    <w:rsid w:val="00BA219C"/>
    <w:rsid w:val="00BA23B6"/>
    <w:rsid w:val="00BA280D"/>
    <w:rsid w:val="00BA4955"/>
    <w:rsid w:val="00BA7C49"/>
    <w:rsid w:val="00BB1517"/>
    <w:rsid w:val="00BB26DD"/>
    <w:rsid w:val="00BB398B"/>
    <w:rsid w:val="00BB41D7"/>
    <w:rsid w:val="00BB607D"/>
    <w:rsid w:val="00BB6731"/>
    <w:rsid w:val="00BB68E3"/>
    <w:rsid w:val="00BC238D"/>
    <w:rsid w:val="00BC2F5C"/>
    <w:rsid w:val="00BC406F"/>
    <w:rsid w:val="00BC4AAF"/>
    <w:rsid w:val="00BC56E8"/>
    <w:rsid w:val="00BC7539"/>
    <w:rsid w:val="00BC796A"/>
    <w:rsid w:val="00BD04EC"/>
    <w:rsid w:val="00BD080F"/>
    <w:rsid w:val="00BD0DA0"/>
    <w:rsid w:val="00BD191C"/>
    <w:rsid w:val="00BD1B91"/>
    <w:rsid w:val="00BD3536"/>
    <w:rsid w:val="00BD3FCF"/>
    <w:rsid w:val="00BD5265"/>
    <w:rsid w:val="00BD7207"/>
    <w:rsid w:val="00BE0A22"/>
    <w:rsid w:val="00BE2963"/>
    <w:rsid w:val="00BE392B"/>
    <w:rsid w:val="00BE4522"/>
    <w:rsid w:val="00BE6F39"/>
    <w:rsid w:val="00BF0137"/>
    <w:rsid w:val="00BF2DB0"/>
    <w:rsid w:val="00BF3335"/>
    <w:rsid w:val="00BF35F3"/>
    <w:rsid w:val="00BF3D09"/>
    <w:rsid w:val="00BF470A"/>
    <w:rsid w:val="00BF505E"/>
    <w:rsid w:val="00BF5D18"/>
    <w:rsid w:val="00BF6AF6"/>
    <w:rsid w:val="00BF75E0"/>
    <w:rsid w:val="00BF7CDD"/>
    <w:rsid w:val="00C00B7F"/>
    <w:rsid w:val="00C018D0"/>
    <w:rsid w:val="00C03DDA"/>
    <w:rsid w:val="00C050A4"/>
    <w:rsid w:val="00C06675"/>
    <w:rsid w:val="00C06F77"/>
    <w:rsid w:val="00C07240"/>
    <w:rsid w:val="00C07819"/>
    <w:rsid w:val="00C1008F"/>
    <w:rsid w:val="00C10FAF"/>
    <w:rsid w:val="00C11BF7"/>
    <w:rsid w:val="00C11E2C"/>
    <w:rsid w:val="00C13A92"/>
    <w:rsid w:val="00C155D6"/>
    <w:rsid w:val="00C155F1"/>
    <w:rsid w:val="00C1675A"/>
    <w:rsid w:val="00C1683D"/>
    <w:rsid w:val="00C16B42"/>
    <w:rsid w:val="00C223DF"/>
    <w:rsid w:val="00C226DB"/>
    <w:rsid w:val="00C22DCD"/>
    <w:rsid w:val="00C255C3"/>
    <w:rsid w:val="00C26DC2"/>
    <w:rsid w:val="00C2762B"/>
    <w:rsid w:val="00C27766"/>
    <w:rsid w:val="00C27F76"/>
    <w:rsid w:val="00C30AF5"/>
    <w:rsid w:val="00C30BD5"/>
    <w:rsid w:val="00C30EED"/>
    <w:rsid w:val="00C31AFB"/>
    <w:rsid w:val="00C31D46"/>
    <w:rsid w:val="00C32B67"/>
    <w:rsid w:val="00C3333B"/>
    <w:rsid w:val="00C34576"/>
    <w:rsid w:val="00C34A44"/>
    <w:rsid w:val="00C352CF"/>
    <w:rsid w:val="00C35E4D"/>
    <w:rsid w:val="00C36511"/>
    <w:rsid w:val="00C36894"/>
    <w:rsid w:val="00C4345C"/>
    <w:rsid w:val="00C4575C"/>
    <w:rsid w:val="00C46751"/>
    <w:rsid w:val="00C478D5"/>
    <w:rsid w:val="00C524AB"/>
    <w:rsid w:val="00C53665"/>
    <w:rsid w:val="00C5394D"/>
    <w:rsid w:val="00C549B1"/>
    <w:rsid w:val="00C54D3E"/>
    <w:rsid w:val="00C54EFF"/>
    <w:rsid w:val="00C5754E"/>
    <w:rsid w:val="00C603D4"/>
    <w:rsid w:val="00C61F97"/>
    <w:rsid w:val="00C6347C"/>
    <w:rsid w:val="00C649FA"/>
    <w:rsid w:val="00C65932"/>
    <w:rsid w:val="00C66A52"/>
    <w:rsid w:val="00C678F0"/>
    <w:rsid w:val="00C7079C"/>
    <w:rsid w:val="00C70FCB"/>
    <w:rsid w:val="00C716F9"/>
    <w:rsid w:val="00C7485A"/>
    <w:rsid w:val="00C755C9"/>
    <w:rsid w:val="00C75D35"/>
    <w:rsid w:val="00C76C31"/>
    <w:rsid w:val="00C76DB5"/>
    <w:rsid w:val="00C76E21"/>
    <w:rsid w:val="00C8028C"/>
    <w:rsid w:val="00C8233E"/>
    <w:rsid w:val="00C8354F"/>
    <w:rsid w:val="00C8470F"/>
    <w:rsid w:val="00C84D33"/>
    <w:rsid w:val="00C84F91"/>
    <w:rsid w:val="00C8534C"/>
    <w:rsid w:val="00C8747F"/>
    <w:rsid w:val="00C87521"/>
    <w:rsid w:val="00C947C2"/>
    <w:rsid w:val="00C95866"/>
    <w:rsid w:val="00C96545"/>
    <w:rsid w:val="00C96997"/>
    <w:rsid w:val="00CA0903"/>
    <w:rsid w:val="00CA0CDA"/>
    <w:rsid w:val="00CA217F"/>
    <w:rsid w:val="00CA45DF"/>
    <w:rsid w:val="00CA5C25"/>
    <w:rsid w:val="00CA663E"/>
    <w:rsid w:val="00CA7597"/>
    <w:rsid w:val="00CB024B"/>
    <w:rsid w:val="00CB097E"/>
    <w:rsid w:val="00CB1784"/>
    <w:rsid w:val="00CB1B04"/>
    <w:rsid w:val="00CB1FD9"/>
    <w:rsid w:val="00CB2496"/>
    <w:rsid w:val="00CB2631"/>
    <w:rsid w:val="00CB2E81"/>
    <w:rsid w:val="00CB412A"/>
    <w:rsid w:val="00CB4774"/>
    <w:rsid w:val="00CB7799"/>
    <w:rsid w:val="00CB793F"/>
    <w:rsid w:val="00CC0979"/>
    <w:rsid w:val="00CC1768"/>
    <w:rsid w:val="00CC2010"/>
    <w:rsid w:val="00CC4FCD"/>
    <w:rsid w:val="00CC65E2"/>
    <w:rsid w:val="00CD1DF8"/>
    <w:rsid w:val="00CD2374"/>
    <w:rsid w:val="00CD27CC"/>
    <w:rsid w:val="00CD3F94"/>
    <w:rsid w:val="00CD4C52"/>
    <w:rsid w:val="00CD5139"/>
    <w:rsid w:val="00CD794C"/>
    <w:rsid w:val="00CE105A"/>
    <w:rsid w:val="00CE1815"/>
    <w:rsid w:val="00CE1C40"/>
    <w:rsid w:val="00CE334A"/>
    <w:rsid w:val="00CE4915"/>
    <w:rsid w:val="00CE56E7"/>
    <w:rsid w:val="00CE68A8"/>
    <w:rsid w:val="00CE6CAA"/>
    <w:rsid w:val="00CE710C"/>
    <w:rsid w:val="00CE73E7"/>
    <w:rsid w:val="00CE7CA3"/>
    <w:rsid w:val="00CF1BBD"/>
    <w:rsid w:val="00CF2464"/>
    <w:rsid w:val="00CF54CB"/>
    <w:rsid w:val="00CF59D5"/>
    <w:rsid w:val="00CF70F4"/>
    <w:rsid w:val="00D0179A"/>
    <w:rsid w:val="00D043C5"/>
    <w:rsid w:val="00D0495A"/>
    <w:rsid w:val="00D04BD4"/>
    <w:rsid w:val="00D06285"/>
    <w:rsid w:val="00D07A51"/>
    <w:rsid w:val="00D109DE"/>
    <w:rsid w:val="00D11A59"/>
    <w:rsid w:val="00D12144"/>
    <w:rsid w:val="00D122D4"/>
    <w:rsid w:val="00D128C7"/>
    <w:rsid w:val="00D13914"/>
    <w:rsid w:val="00D1561C"/>
    <w:rsid w:val="00D15885"/>
    <w:rsid w:val="00D17A59"/>
    <w:rsid w:val="00D17C73"/>
    <w:rsid w:val="00D17D12"/>
    <w:rsid w:val="00D20841"/>
    <w:rsid w:val="00D20B2A"/>
    <w:rsid w:val="00D21686"/>
    <w:rsid w:val="00D248AD"/>
    <w:rsid w:val="00D24BB2"/>
    <w:rsid w:val="00D25612"/>
    <w:rsid w:val="00D25966"/>
    <w:rsid w:val="00D25E39"/>
    <w:rsid w:val="00D262F7"/>
    <w:rsid w:val="00D3045E"/>
    <w:rsid w:val="00D32B52"/>
    <w:rsid w:val="00D32E37"/>
    <w:rsid w:val="00D33A93"/>
    <w:rsid w:val="00D34418"/>
    <w:rsid w:val="00D36D3D"/>
    <w:rsid w:val="00D4132E"/>
    <w:rsid w:val="00D421DE"/>
    <w:rsid w:val="00D42AB6"/>
    <w:rsid w:val="00D433E6"/>
    <w:rsid w:val="00D43D6E"/>
    <w:rsid w:val="00D44A96"/>
    <w:rsid w:val="00D47B34"/>
    <w:rsid w:val="00D50093"/>
    <w:rsid w:val="00D50811"/>
    <w:rsid w:val="00D515CC"/>
    <w:rsid w:val="00D518A6"/>
    <w:rsid w:val="00D55799"/>
    <w:rsid w:val="00D565B2"/>
    <w:rsid w:val="00D61343"/>
    <w:rsid w:val="00D61A3A"/>
    <w:rsid w:val="00D62183"/>
    <w:rsid w:val="00D623E7"/>
    <w:rsid w:val="00D63958"/>
    <w:rsid w:val="00D64AA2"/>
    <w:rsid w:val="00D65539"/>
    <w:rsid w:val="00D65AC4"/>
    <w:rsid w:val="00D66060"/>
    <w:rsid w:val="00D66785"/>
    <w:rsid w:val="00D672A3"/>
    <w:rsid w:val="00D70AC4"/>
    <w:rsid w:val="00D70CE4"/>
    <w:rsid w:val="00D72B66"/>
    <w:rsid w:val="00D738EC"/>
    <w:rsid w:val="00D73DC4"/>
    <w:rsid w:val="00D83807"/>
    <w:rsid w:val="00D848AC"/>
    <w:rsid w:val="00D85F5B"/>
    <w:rsid w:val="00D904DD"/>
    <w:rsid w:val="00D90519"/>
    <w:rsid w:val="00D90DFB"/>
    <w:rsid w:val="00D910AC"/>
    <w:rsid w:val="00D9185C"/>
    <w:rsid w:val="00D91A32"/>
    <w:rsid w:val="00D91CE9"/>
    <w:rsid w:val="00D92D30"/>
    <w:rsid w:val="00D93DB3"/>
    <w:rsid w:val="00D94970"/>
    <w:rsid w:val="00D959BB"/>
    <w:rsid w:val="00D9648E"/>
    <w:rsid w:val="00D96FFC"/>
    <w:rsid w:val="00D97CA2"/>
    <w:rsid w:val="00DA0B2B"/>
    <w:rsid w:val="00DA104E"/>
    <w:rsid w:val="00DA15CE"/>
    <w:rsid w:val="00DA1C3B"/>
    <w:rsid w:val="00DA1D4C"/>
    <w:rsid w:val="00DA2175"/>
    <w:rsid w:val="00DA2F75"/>
    <w:rsid w:val="00DA319A"/>
    <w:rsid w:val="00DA33AD"/>
    <w:rsid w:val="00DA4F13"/>
    <w:rsid w:val="00DA542B"/>
    <w:rsid w:val="00DA5A43"/>
    <w:rsid w:val="00DA5C6F"/>
    <w:rsid w:val="00DA7910"/>
    <w:rsid w:val="00DB0351"/>
    <w:rsid w:val="00DB0683"/>
    <w:rsid w:val="00DB2416"/>
    <w:rsid w:val="00DB2680"/>
    <w:rsid w:val="00DB2F71"/>
    <w:rsid w:val="00DB33A2"/>
    <w:rsid w:val="00DB4F1E"/>
    <w:rsid w:val="00DB5AEB"/>
    <w:rsid w:val="00DB6906"/>
    <w:rsid w:val="00DB6C4B"/>
    <w:rsid w:val="00DB7746"/>
    <w:rsid w:val="00DB7C2A"/>
    <w:rsid w:val="00DB7CA4"/>
    <w:rsid w:val="00DC069E"/>
    <w:rsid w:val="00DC147B"/>
    <w:rsid w:val="00DC2A88"/>
    <w:rsid w:val="00DC4DD9"/>
    <w:rsid w:val="00DC5216"/>
    <w:rsid w:val="00DC5F28"/>
    <w:rsid w:val="00DC65B6"/>
    <w:rsid w:val="00DC6B5F"/>
    <w:rsid w:val="00DD185F"/>
    <w:rsid w:val="00DD1B5F"/>
    <w:rsid w:val="00DD2B75"/>
    <w:rsid w:val="00DD55D5"/>
    <w:rsid w:val="00DD5B25"/>
    <w:rsid w:val="00DD5FFD"/>
    <w:rsid w:val="00DD7389"/>
    <w:rsid w:val="00DE10CF"/>
    <w:rsid w:val="00DE14BC"/>
    <w:rsid w:val="00DE4C47"/>
    <w:rsid w:val="00DE581D"/>
    <w:rsid w:val="00DE5B50"/>
    <w:rsid w:val="00DE69AF"/>
    <w:rsid w:val="00DE7893"/>
    <w:rsid w:val="00DF1231"/>
    <w:rsid w:val="00DF1616"/>
    <w:rsid w:val="00DF3DF5"/>
    <w:rsid w:val="00DF4539"/>
    <w:rsid w:val="00DF6862"/>
    <w:rsid w:val="00E00FD9"/>
    <w:rsid w:val="00E0222A"/>
    <w:rsid w:val="00E02E70"/>
    <w:rsid w:val="00E0567A"/>
    <w:rsid w:val="00E10254"/>
    <w:rsid w:val="00E10642"/>
    <w:rsid w:val="00E11737"/>
    <w:rsid w:val="00E121CD"/>
    <w:rsid w:val="00E165AE"/>
    <w:rsid w:val="00E16871"/>
    <w:rsid w:val="00E171E7"/>
    <w:rsid w:val="00E177F2"/>
    <w:rsid w:val="00E20366"/>
    <w:rsid w:val="00E206CC"/>
    <w:rsid w:val="00E20B17"/>
    <w:rsid w:val="00E22BD2"/>
    <w:rsid w:val="00E23C52"/>
    <w:rsid w:val="00E24314"/>
    <w:rsid w:val="00E249F7"/>
    <w:rsid w:val="00E251E4"/>
    <w:rsid w:val="00E26465"/>
    <w:rsid w:val="00E26665"/>
    <w:rsid w:val="00E268F7"/>
    <w:rsid w:val="00E269F4"/>
    <w:rsid w:val="00E27212"/>
    <w:rsid w:val="00E32933"/>
    <w:rsid w:val="00E353DA"/>
    <w:rsid w:val="00E35442"/>
    <w:rsid w:val="00E3564C"/>
    <w:rsid w:val="00E37109"/>
    <w:rsid w:val="00E42FA6"/>
    <w:rsid w:val="00E43124"/>
    <w:rsid w:val="00E448DE"/>
    <w:rsid w:val="00E44CB6"/>
    <w:rsid w:val="00E4525F"/>
    <w:rsid w:val="00E45734"/>
    <w:rsid w:val="00E45D02"/>
    <w:rsid w:val="00E46B48"/>
    <w:rsid w:val="00E47E1E"/>
    <w:rsid w:val="00E50A80"/>
    <w:rsid w:val="00E52570"/>
    <w:rsid w:val="00E525A6"/>
    <w:rsid w:val="00E55A4C"/>
    <w:rsid w:val="00E577D6"/>
    <w:rsid w:val="00E639A4"/>
    <w:rsid w:val="00E650B7"/>
    <w:rsid w:val="00E664A6"/>
    <w:rsid w:val="00E672A1"/>
    <w:rsid w:val="00E707D6"/>
    <w:rsid w:val="00E73AC2"/>
    <w:rsid w:val="00E74B32"/>
    <w:rsid w:val="00E75A0A"/>
    <w:rsid w:val="00E760FF"/>
    <w:rsid w:val="00E80E47"/>
    <w:rsid w:val="00E814CF"/>
    <w:rsid w:val="00E8163A"/>
    <w:rsid w:val="00E81ED2"/>
    <w:rsid w:val="00E82F1C"/>
    <w:rsid w:val="00E834F7"/>
    <w:rsid w:val="00E83E5B"/>
    <w:rsid w:val="00E84C6D"/>
    <w:rsid w:val="00E85725"/>
    <w:rsid w:val="00E91E40"/>
    <w:rsid w:val="00E92A44"/>
    <w:rsid w:val="00E933D3"/>
    <w:rsid w:val="00E936FD"/>
    <w:rsid w:val="00E9423E"/>
    <w:rsid w:val="00E9516F"/>
    <w:rsid w:val="00E951B3"/>
    <w:rsid w:val="00E962A6"/>
    <w:rsid w:val="00E96987"/>
    <w:rsid w:val="00EA00D2"/>
    <w:rsid w:val="00EA03F0"/>
    <w:rsid w:val="00EA0EB6"/>
    <w:rsid w:val="00EA1190"/>
    <w:rsid w:val="00EA129C"/>
    <w:rsid w:val="00EA181E"/>
    <w:rsid w:val="00EA1BE6"/>
    <w:rsid w:val="00EA2161"/>
    <w:rsid w:val="00EA2C71"/>
    <w:rsid w:val="00EA463A"/>
    <w:rsid w:val="00EA54C4"/>
    <w:rsid w:val="00EA569A"/>
    <w:rsid w:val="00EA6A25"/>
    <w:rsid w:val="00EA6E0F"/>
    <w:rsid w:val="00EB0C2C"/>
    <w:rsid w:val="00EB15E9"/>
    <w:rsid w:val="00EB275B"/>
    <w:rsid w:val="00EB4BA0"/>
    <w:rsid w:val="00EB5C1B"/>
    <w:rsid w:val="00EB5E14"/>
    <w:rsid w:val="00EB6AFF"/>
    <w:rsid w:val="00EC0AE7"/>
    <w:rsid w:val="00EC1CBC"/>
    <w:rsid w:val="00EC2B5C"/>
    <w:rsid w:val="00EC337F"/>
    <w:rsid w:val="00EC33BB"/>
    <w:rsid w:val="00EC3649"/>
    <w:rsid w:val="00EC3982"/>
    <w:rsid w:val="00EC4426"/>
    <w:rsid w:val="00EC4A61"/>
    <w:rsid w:val="00EC4EF8"/>
    <w:rsid w:val="00EC5186"/>
    <w:rsid w:val="00EC5AF2"/>
    <w:rsid w:val="00EC79D6"/>
    <w:rsid w:val="00EC7B65"/>
    <w:rsid w:val="00ED09F0"/>
    <w:rsid w:val="00ED21CE"/>
    <w:rsid w:val="00ED425C"/>
    <w:rsid w:val="00ED65D8"/>
    <w:rsid w:val="00ED67BD"/>
    <w:rsid w:val="00ED6EDA"/>
    <w:rsid w:val="00ED763C"/>
    <w:rsid w:val="00EE179B"/>
    <w:rsid w:val="00EE2D44"/>
    <w:rsid w:val="00EE6BC7"/>
    <w:rsid w:val="00EE78C8"/>
    <w:rsid w:val="00EE7C84"/>
    <w:rsid w:val="00EF0B46"/>
    <w:rsid w:val="00EF202E"/>
    <w:rsid w:val="00EF20B2"/>
    <w:rsid w:val="00EF5024"/>
    <w:rsid w:val="00EF5468"/>
    <w:rsid w:val="00EF7970"/>
    <w:rsid w:val="00F005EE"/>
    <w:rsid w:val="00F00BE4"/>
    <w:rsid w:val="00F00C9E"/>
    <w:rsid w:val="00F01016"/>
    <w:rsid w:val="00F0235E"/>
    <w:rsid w:val="00F04221"/>
    <w:rsid w:val="00F042A2"/>
    <w:rsid w:val="00F05444"/>
    <w:rsid w:val="00F05ADB"/>
    <w:rsid w:val="00F066E3"/>
    <w:rsid w:val="00F10647"/>
    <w:rsid w:val="00F106AD"/>
    <w:rsid w:val="00F108B5"/>
    <w:rsid w:val="00F114BC"/>
    <w:rsid w:val="00F12482"/>
    <w:rsid w:val="00F12C91"/>
    <w:rsid w:val="00F14CA9"/>
    <w:rsid w:val="00F1529F"/>
    <w:rsid w:val="00F15A00"/>
    <w:rsid w:val="00F16F33"/>
    <w:rsid w:val="00F17E7A"/>
    <w:rsid w:val="00F20A7C"/>
    <w:rsid w:val="00F22A2B"/>
    <w:rsid w:val="00F2432D"/>
    <w:rsid w:val="00F25168"/>
    <w:rsid w:val="00F26907"/>
    <w:rsid w:val="00F26FC7"/>
    <w:rsid w:val="00F305A5"/>
    <w:rsid w:val="00F32304"/>
    <w:rsid w:val="00F32994"/>
    <w:rsid w:val="00F33505"/>
    <w:rsid w:val="00F339CC"/>
    <w:rsid w:val="00F342D3"/>
    <w:rsid w:val="00F356CC"/>
    <w:rsid w:val="00F36531"/>
    <w:rsid w:val="00F36AA2"/>
    <w:rsid w:val="00F3765C"/>
    <w:rsid w:val="00F41A83"/>
    <w:rsid w:val="00F41AE5"/>
    <w:rsid w:val="00F41BAF"/>
    <w:rsid w:val="00F41D8D"/>
    <w:rsid w:val="00F4275E"/>
    <w:rsid w:val="00F436C5"/>
    <w:rsid w:val="00F460BD"/>
    <w:rsid w:val="00F460CE"/>
    <w:rsid w:val="00F4752D"/>
    <w:rsid w:val="00F502CD"/>
    <w:rsid w:val="00F50B51"/>
    <w:rsid w:val="00F50CD6"/>
    <w:rsid w:val="00F51F21"/>
    <w:rsid w:val="00F537DD"/>
    <w:rsid w:val="00F540FF"/>
    <w:rsid w:val="00F5462F"/>
    <w:rsid w:val="00F553A8"/>
    <w:rsid w:val="00F578E7"/>
    <w:rsid w:val="00F57A78"/>
    <w:rsid w:val="00F61BB6"/>
    <w:rsid w:val="00F64C67"/>
    <w:rsid w:val="00F65259"/>
    <w:rsid w:val="00F7034C"/>
    <w:rsid w:val="00F72065"/>
    <w:rsid w:val="00F72DCD"/>
    <w:rsid w:val="00F750BB"/>
    <w:rsid w:val="00F76F27"/>
    <w:rsid w:val="00F7716D"/>
    <w:rsid w:val="00F77476"/>
    <w:rsid w:val="00F77DB7"/>
    <w:rsid w:val="00F80B4E"/>
    <w:rsid w:val="00F814F0"/>
    <w:rsid w:val="00F81A6B"/>
    <w:rsid w:val="00F81DB5"/>
    <w:rsid w:val="00F81E76"/>
    <w:rsid w:val="00F820D6"/>
    <w:rsid w:val="00F83609"/>
    <w:rsid w:val="00F83CC8"/>
    <w:rsid w:val="00F854AD"/>
    <w:rsid w:val="00F868C1"/>
    <w:rsid w:val="00F86A1B"/>
    <w:rsid w:val="00F9199B"/>
    <w:rsid w:val="00F94F23"/>
    <w:rsid w:val="00F961E7"/>
    <w:rsid w:val="00FA0D74"/>
    <w:rsid w:val="00FA3264"/>
    <w:rsid w:val="00FA42BF"/>
    <w:rsid w:val="00FA5D24"/>
    <w:rsid w:val="00FA795C"/>
    <w:rsid w:val="00FB1B62"/>
    <w:rsid w:val="00FB2B62"/>
    <w:rsid w:val="00FB3B8B"/>
    <w:rsid w:val="00FB443E"/>
    <w:rsid w:val="00FB55E9"/>
    <w:rsid w:val="00FB6C63"/>
    <w:rsid w:val="00FB6F23"/>
    <w:rsid w:val="00FC0AA2"/>
    <w:rsid w:val="00FC21DF"/>
    <w:rsid w:val="00FC2581"/>
    <w:rsid w:val="00FC25FF"/>
    <w:rsid w:val="00FC2606"/>
    <w:rsid w:val="00FC2EFD"/>
    <w:rsid w:val="00FC3002"/>
    <w:rsid w:val="00FC3524"/>
    <w:rsid w:val="00FC72CB"/>
    <w:rsid w:val="00FD021E"/>
    <w:rsid w:val="00FD328D"/>
    <w:rsid w:val="00FD4570"/>
    <w:rsid w:val="00FD471E"/>
    <w:rsid w:val="00FD5414"/>
    <w:rsid w:val="00FD5772"/>
    <w:rsid w:val="00FD5E0B"/>
    <w:rsid w:val="00FD5FA9"/>
    <w:rsid w:val="00FD773E"/>
    <w:rsid w:val="00FD78EE"/>
    <w:rsid w:val="00FE1409"/>
    <w:rsid w:val="00FE2F77"/>
    <w:rsid w:val="00FE2FC8"/>
    <w:rsid w:val="00FE376F"/>
    <w:rsid w:val="00FF1860"/>
    <w:rsid w:val="00FF5126"/>
    <w:rsid w:val="00FF5BE1"/>
    <w:rsid w:val="00FF684B"/>
    <w:rsid w:val="00FF7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EDA4BC"/>
  <w15:docId w15:val="{8AFB9570-F7C7-46C6-BDDF-39A746D1F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71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706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003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39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D46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46EF"/>
  </w:style>
  <w:style w:type="paragraph" w:styleId="Footer">
    <w:name w:val="footer"/>
    <w:basedOn w:val="Normal"/>
    <w:link w:val="FooterChar"/>
    <w:uiPriority w:val="99"/>
    <w:unhideWhenUsed/>
    <w:rsid w:val="001D46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46EF"/>
  </w:style>
  <w:style w:type="character" w:styleId="PlaceholderText">
    <w:name w:val="Placeholder Text"/>
    <w:basedOn w:val="DefaultParagraphFont"/>
    <w:uiPriority w:val="99"/>
    <w:semiHidden/>
    <w:rsid w:val="00E962A6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221E0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21E0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A2E84"/>
    <w:rPr>
      <w:color w:val="954F72" w:themeColor="followedHyperlink"/>
      <w:u w:val="single"/>
    </w:rPr>
  </w:style>
  <w:style w:type="paragraph" w:styleId="NoSpacing">
    <w:name w:val="No Spacing"/>
    <w:link w:val="NoSpacingChar"/>
    <w:uiPriority w:val="1"/>
    <w:qFormat/>
    <w:rsid w:val="00B96030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B96030"/>
    <w:rPr>
      <w:rFonts w:eastAsiaTheme="minorEastAsia"/>
    </w:rPr>
  </w:style>
  <w:style w:type="table" w:styleId="TableGrid">
    <w:name w:val="Table Grid"/>
    <w:basedOn w:val="TableNormal"/>
    <w:uiPriority w:val="39"/>
    <w:rsid w:val="005A00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0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5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9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6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7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4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8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8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3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6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0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7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6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4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file:///D:\OneDrive\Documents\TCA\TCA%20TENANTS\HANGAR%20WAITING%20LIST\HANGAR%20WAITING%20LIST.xlsx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ri%20County%20Airport\Documents\Custom%20Office%20Templates\Physical%20Maintenance%20and%20Repairs%20Highlight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AFBB1FF19E34B3390267DD4BD27F0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503734-DBC4-4725-8ED4-9E4DAC45035C}"/>
      </w:docPartPr>
      <w:docPartBody>
        <w:p w:rsidR="008F0C48" w:rsidRDefault="006A552B">
          <w:r w:rsidRPr="00A14BE7">
            <w:rPr>
              <w:rStyle w:val="PlaceholderText"/>
            </w:rPr>
            <w:t>[Company]</w:t>
          </w:r>
        </w:p>
      </w:docPartBody>
    </w:docPart>
    <w:docPart>
      <w:docPartPr>
        <w:name w:val="7429C0200C8742D0A6A3F46E791E6D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949153-118C-4109-90B2-8CF7A7DD1170}"/>
      </w:docPartPr>
      <w:docPartBody>
        <w:p w:rsidR="008F0C48" w:rsidRDefault="006A552B" w:rsidP="006A552B">
          <w:pPr>
            <w:pStyle w:val="7429C0200C8742D0A6A3F46E791E6DC3"/>
          </w:pPr>
          <w:r w:rsidRPr="00A14BE7">
            <w:rPr>
              <w:rStyle w:val="PlaceholderText"/>
            </w:rPr>
            <w:t>[Company]</w:t>
          </w:r>
        </w:p>
      </w:docPartBody>
    </w:docPart>
    <w:docPart>
      <w:docPartPr>
        <w:name w:val="2867606499F44D05AEE2E80279B61B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6EB4B0-0718-4FA3-83F7-69075B97459F}"/>
      </w:docPartPr>
      <w:docPartBody>
        <w:p w:rsidR="008F0C48" w:rsidRDefault="006A552B" w:rsidP="006A552B">
          <w:pPr>
            <w:pStyle w:val="2867606499F44D05AEE2E80279B61B26"/>
          </w:pPr>
          <w:r w:rsidRPr="00A14BE7">
            <w:rPr>
              <w:rStyle w:val="PlaceholderText"/>
            </w:rPr>
            <w:t>[Company]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52B"/>
    <w:rsid w:val="00060BC5"/>
    <w:rsid w:val="0007555E"/>
    <w:rsid w:val="000848C7"/>
    <w:rsid w:val="000B01E3"/>
    <w:rsid w:val="000B2281"/>
    <w:rsid w:val="000B678A"/>
    <w:rsid w:val="000C122E"/>
    <w:rsid w:val="000D246A"/>
    <w:rsid w:val="000E2D6C"/>
    <w:rsid w:val="001114E5"/>
    <w:rsid w:val="001474DB"/>
    <w:rsid w:val="001853AF"/>
    <w:rsid w:val="001A0231"/>
    <w:rsid w:val="001C4910"/>
    <w:rsid w:val="002D0010"/>
    <w:rsid w:val="003114EF"/>
    <w:rsid w:val="00316B17"/>
    <w:rsid w:val="00337BE0"/>
    <w:rsid w:val="00367FF1"/>
    <w:rsid w:val="00374D53"/>
    <w:rsid w:val="003D60D4"/>
    <w:rsid w:val="003F0770"/>
    <w:rsid w:val="00426E16"/>
    <w:rsid w:val="00432E84"/>
    <w:rsid w:val="00444018"/>
    <w:rsid w:val="00462F1F"/>
    <w:rsid w:val="00471BA4"/>
    <w:rsid w:val="00496BF2"/>
    <w:rsid w:val="004E3384"/>
    <w:rsid w:val="004F4E1F"/>
    <w:rsid w:val="00500D1D"/>
    <w:rsid w:val="00526A90"/>
    <w:rsid w:val="0053423E"/>
    <w:rsid w:val="00565E81"/>
    <w:rsid w:val="00573E56"/>
    <w:rsid w:val="00587EB1"/>
    <w:rsid w:val="005C374C"/>
    <w:rsid w:val="005E6FB9"/>
    <w:rsid w:val="00605010"/>
    <w:rsid w:val="00627FD9"/>
    <w:rsid w:val="006A552B"/>
    <w:rsid w:val="006D2809"/>
    <w:rsid w:val="006E0B20"/>
    <w:rsid w:val="007268EB"/>
    <w:rsid w:val="00743BB2"/>
    <w:rsid w:val="007458CB"/>
    <w:rsid w:val="00784159"/>
    <w:rsid w:val="007A0FE1"/>
    <w:rsid w:val="007B62C7"/>
    <w:rsid w:val="007D1AE8"/>
    <w:rsid w:val="00802C05"/>
    <w:rsid w:val="00806532"/>
    <w:rsid w:val="00842AC6"/>
    <w:rsid w:val="008815AC"/>
    <w:rsid w:val="008C109C"/>
    <w:rsid w:val="008C7F3B"/>
    <w:rsid w:val="008F0C48"/>
    <w:rsid w:val="009272B4"/>
    <w:rsid w:val="00970786"/>
    <w:rsid w:val="00976037"/>
    <w:rsid w:val="009B4138"/>
    <w:rsid w:val="009B7262"/>
    <w:rsid w:val="009D6958"/>
    <w:rsid w:val="009E6467"/>
    <w:rsid w:val="009F4811"/>
    <w:rsid w:val="009F4ABF"/>
    <w:rsid w:val="00A50D57"/>
    <w:rsid w:val="00A6043F"/>
    <w:rsid w:val="00AD758B"/>
    <w:rsid w:val="00AE380B"/>
    <w:rsid w:val="00B05096"/>
    <w:rsid w:val="00B13EC7"/>
    <w:rsid w:val="00B23016"/>
    <w:rsid w:val="00B366F0"/>
    <w:rsid w:val="00B50350"/>
    <w:rsid w:val="00B95C28"/>
    <w:rsid w:val="00C678F0"/>
    <w:rsid w:val="00CC679E"/>
    <w:rsid w:val="00CD2374"/>
    <w:rsid w:val="00D14BB2"/>
    <w:rsid w:val="00D565B2"/>
    <w:rsid w:val="00DC5C71"/>
    <w:rsid w:val="00DC5F28"/>
    <w:rsid w:val="00E036D0"/>
    <w:rsid w:val="00E650B7"/>
    <w:rsid w:val="00EC2913"/>
    <w:rsid w:val="00EE6BC7"/>
    <w:rsid w:val="00F339CC"/>
    <w:rsid w:val="00F356CC"/>
    <w:rsid w:val="00F54C39"/>
    <w:rsid w:val="00F67C23"/>
    <w:rsid w:val="00F7034C"/>
    <w:rsid w:val="00FB3598"/>
    <w:rsid w:val="00FB55E9"/>
    <w:rsid w:val="00FC70A1"/>
    <w:rsid w:val="00FC72CB"/>
    <w:rsid w:val="00FE1409"/>
    <w:rsid w:val="00FF7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67FF1"/>
    <w:rPr>
      <w:color w:val="808080"/>
    </w:rPr>
  </w:style>
  <w:style w:type="paragraph" w:customStyle="1" w:styleId="7429C0200C8742D0A6A3F46E791E6DC3">
    <w:name w:val="7429C0200C8742D0A6A3F46E791E6DC3"/>
    <w:rsid w:val="006A552B"/>
  </w:style>
  <w:style w:type="paragraph" w:customStyle="1" w:styleId="2867606499F44D05AEE2E80279B61B26">
    <w:name w:val="2867606499F44D05AEE2E80279B61B26"/>
    <w:rsid w:val="006A55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4BCC2B-6F5B-414B-AFAB-CFB33E234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Physical Maintenance and Repairs Highlights.dotx</Template>
  <TotalTime>592</TotalTime>
  <Pages>5</Pages>
  <Words>239</Words>
  <Characters>1214</Characters>
  <Application>Microsoft Office Word</Application>
  <DocSecurity>0</DocSecurity>
  <Lines>73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AUG 2025</Company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 County Airport</dc:creator>
  <cp:lastModifiedBy>Manager</cp:lastModifiedBy>
  <cp:revision>416</cp:revision>
  <cp:lastPrinted>2025-10-01T18:33:00Z</cp:lastPrinted>
  <dcterms:created xsi:type="dcterms:W3CDTF">2024-01-04T15:45:00Z</dcterms:created>
  <dcterms:modified xsi:type="dcterms:W3CDTF">2025-10-01T18:33:00Z</dcterms:modified>
</cp:coreProperties>
</file>